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58995" w14:textId="77777777" w:rsidR="002F7ECD" w:rsidRPr="009A7E76" w:rsidRDefault="009A7E76" w:rsidP="00F26C2B">
      <w:pPr>
        <w:ind w:right="1128"/>
        <w:rPr>
          <w:rFonts w:ascii="Raleway" w:hAnsi="Raleway"/>
          <w:b/>
          <w:sz w:val="28"/>
          <w:szCs w:val="28"/>
        </w:rPr>
      </w:pPr>
      <w:r w:rsidRPr="009A7E76">
        <w:rPr>
          <w:rFonts w:ascii="Raleway" w:hAnsi="Raleway"/>
          <w:b/>
          <w:sz w:val="28"/>
          <w:szCs w:val="28"/>
        </w:rPr>
        <w:t>PRESSEINFORMATION</w:t>
      </w:r>
    </w:p>
    <w:p w14:paraId="78ABFF1A" w14:textId="77777777" w:rsidR="009A7E76" w:rsidRDefault="009A7E76" w:rsidP="00F26C2B">
      <w:pPr>
        <w:ind w:right="1128"/>
        <w:rPr>
          <w:rFonts w:ascii="Raleway" w:hAnsi="Raleway"/>
          <w:b/>
        </w:rPr>
      </w:pPr>
    </w:p>
    <w:p w14:paraId="796690D0" w14:textId="77777777" w:rsidR="009A7E76" w:rsidRDefault="009A7E76" w:rsidP="00F26C2B">
      <w:pPr>
        <w:ind w:right="1128"/>
        <w:rPr>
          <w:rFonts w:ascii="Raleway" w:hAnsi="Raleway"/>
          <w:b/>
        </w:rPr>
      </w:pPr>
    </w:p>
    <w:p w14:paraId="6ECE6BE1" w14:textId="77777777" w:rsidR="00401160" w:rsidRPr="00823E20" w:rsidRDefault="00B667C3" w:rsidP="00401160">
      <w:pPr>
        <w:spacing w:line="360" w:lineRule="auto"/>
        <w:ind w:right="1128"/>
        <w:jc w:val="both"/>
        <w:rPr>
          <w:rFonts w:ascii="Raleway" w:hAnsi="Raleway"/>
          <w:b/>
          <w:sz w:val="20"/>
        </w:rPr>
      </w:pPr>
      <w:r>
        <w:rPr>
          <w:rFonts w:ascii="Raleway" w:hAnsi="Raleway"/>
          <w:b/>
          <w:sz w:val="20"/>
        </w:rPr>
        <w:t xml:space="preserve">Leuchtturmprojekt </w:t>
      </w:r>
      <w:r w:rsidR="001327E0">
        <w:rPr>
          <w:rFonts w:ascii="Raleway" w:hAnsi="Raleway"/>
          <w:b/>
          <w:sz w:val="20"/>
        </w:rPr>
        <w:t>in der Beschaffung</w:t>
      </w:r>
    </w:p>
    <w:p w14:paraId="000D7B5F" w14:textId="77777777" w:rsidR="00401160" w:rsidRDefault="00401160" w:rsidP="00401160">
      <w:pPr>
        <w:spacing w:line="360" w:lineRule="auto"/>
        <w:ind w:right="1128"/>
        <w:jc w:val="both"/>
        <w:rPr>
          <w:rFonts w:ascii="Raleway" w:hAnsi="Raleway"/>
          <w:b/>
          <w:sz w:val="24"/>
          <w:szCs w:val="24"/>
        </w:rPr>
      </w:pPr>
      <w:r w:rsidRPr="007A1472">
        <w:rPr>
          <w:rFonts w:ascii="Raleway" w:hAnsi="Raleway"/>
          <w:b/>
          <w:sz w:val="24"/>
          <w:szCs w:val="24"/>
        </w:rPr>
        <w:t xml:space="preserve">Lingner Marketing </w:t>
      </w:r>
      <w:r w:rsidR="00B667C3">
        <w:rPr>
          <w:rFonts w:ascii="Raleway" w:hAnsi="Raleway"/>
          <w:b/>
          <w:sz w:val="24"/>
          <w:szCs w:val="24"/>
        </w:rPr>
        <w:t xml:space="preserve">entwickelt </w:t>
      </w:r>
      <w:r w:rsidR="00A763A7">
        <w:rPr>
          <w:rFonts w:ascii="Raleway" w:hAnsi="Raleway"/>
          <w:b/>
          <w:sz w:val="24"/>
          <w:szCs w:val="24"/>
        </w:rPr>
        <w:t xml:space="preserve">neues </w:t>
      </w:r>
      <w:r w:rsidR="00B667C3">
        <w:rPr>
          <w:rFonts w:ascii="Raleway" w:hAnsi="Raleway"/>
          <w:b/>
          <w:sz w:val="24"/>
          <w:szCs w:val="24"/>
        </w:rPr>
        <w:t>Lieferantenportal der Deutschen Bahn</w:t>
      </w:r>
      <w:r w:rsidR="00D160F0">
        <w:rPr>
          <w:rFonts w:ascii="Raleway" w:hAnsi="Raleway"/>
          <w:b/>
          <w:sz w:val="24"/>
          <w:szCs w:val="24"/>
        </w:rPr>
        <w:t xml:space="preserve"> AG</w:t>
      </w:r>
    </w:p>
    <w:p w14:paraId="20429CE4" w14:textId="77777777" w:rsidR="00401160" w:rsidRDefault="00401160" w:rsidP="00401160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</w:p>
    <w:p w14:paraId="3689A535" w14:textId="77777777" w:rsidR="00401160" w:rsidRDefault="00220E3C" w:rsidP="00401160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  <w:r>
        <w:rPr>
          <w:rFonts w:ascii="Raleway" w:hAnsi="Raleway"/>
          <w:i/>
          <w:szCs w:val="22"/>
        </w:rPr>
        <w:t>Die Deutsche Bahn</w:t>
      </w:r>
      <w:r w:rsidR="00D160F0">
        <w:rPr>
          <w:rFonts w:ascii="Raleway" w:hAnsi="Raleway"/>
          <w:i/>
          <w:szCs w:val="22"/>
        </w:rPr>
        <w:t xml:space="preserve"> AG</w:t>
      </w:r>
      <w:r>
        <w:rPr>
          <w:rFonts w:ascii="Raleway" w:hAnsi="Raleway"/>
          <w:i/>
          <w:szCs w:val="22"/>
        </w:rPr>
        <w:t xml:space="preserve"> </w:t>
      </w:r>
      <w:r w:rsidR="00BF34BF">
        <w:rPr>
          <w:rFonts w:ascii="Raleway" w:hAnsi="Raleway"/>
          <w:i/>
          <w:szCs w:val="22"/>
        </w:rPr>
        <w:t xml:space="preserve">hat ihr </w:t>
      </w:r>
      <w:r w:rsidR="00EE6154">
        <w:rPr>
          <w:rFonts w:ascii="Raleway" w:hAnsi="Raleway"/>
          <w:i/>
          <w:szCs w:val="22"/>
        </w:rPr>
        <w:t xml:space="preserve">neues </w:t>
      </w:r>
      <w:r w:rsidR="00BF34BF">
        <w:rPr>
          <w:rFonts w:ascii="Raleway" w:hAnsi="Raleway"/>
          <w:i/>
          <w:szCs w:val="22"/>
        </w:rPr>
        <w:t>Lieferantenportal</w:t>
      </w:r>
      <w:r w:rsidR="00355C1A">
        <w:rPr>
          <w:rFonts w:ascii="Raleway" w:hAnsi="Raleway"/>
          <w:i/>
          <w:szCs w:val="22"/>
        </w:rPr>
        <w:t xml:space="preserve"> (</w:t>
      </w:r>
      <w:r w:rsidR="00355C1A" w:rsidRPr="00355C1A">
        <w:rPr>
          <w:rFonts w:ascii="Raleway" w:hAnsi="Raleway"/>
          <w:i/>
          <w:szCs w:val="22"/>
        </w:rPr>
        <w:t>deutschebahn.com</w:t>
      </w:r>
      <w:r w:rsidR="002C4523">
        <w:rPr>
          <w:rFonts w:ascii="Raleway" w:hAnsi="Raleway"/>
          <w:i/>
          <w:szCs w:val="22"/>
        </w:rPr>
        <w:t>/</w:t>
      </w:r>
      <w:proofErr w:type="spellStart"/>
      <w:r w:rsidR="002C4523">
        <w:rPr>
          <w:rFonts w:ascii="Raleway" w:hAnsi="Raleway"/>
          <w:i/>
          <w:szCs w:val="22"/>
        </w:rPr>
        <w:t>lieferanten</w:t>
      </w:r>
      <w:proofErr w:type="spellEnd"/>
      <w:r w:rsidR="00355C1A">
        <w:rPr>
          <w:rFonts w:ascii="Raleway" w:hAnsi="Raleway"/>
          <w:i/>
          <w:szCs w:val="22"/>
        </w:rPr>
        <w:t>)</w:t>
      </w:r>
      <w:r w:rsidR="00BF34BF">
        <w:rPr>
          <w:rFonts w:ascii="Raleway" w:hAnsi="Raleway"/>
          <w:i/>
          <w:szCs w:val="22"/>
        </w:rPr>
        <w:t xml:space="preserve"> </w:t>
      </w:r>
      <w:r w:rsidR="00EE6154">
        <w:rPr>
          <w:rFonts w:ascii="Raleway" w:hAnsi="Raleway"/>
          <w:i/>
          <w:szCs w:val="22"/>
        </w:rPr>
        <w:t>gelauncht</w:t>
      </w:r>
      <w:r w:rsidR="00BF34BF">
        <w:rPr>
          <w:rFonts w:ascii="Raleway" w:hAnsi="Raleway"/>
          <w:i/>
          <w:szCs w:val="22"/>
        </w:rPr>
        <w:t>. Dabei ging das Unternehmen weg von der reinen Informationsvermittlung hin zu einer</w:t>
      </w:r>
      <w:r w:rsidR="00EE6154">
        <w:rPr>
          <w:rFonts w:ascii="Raleway" w:hAnsi="Raleway"/>
          <w:i/>
          <w:szCs w:val="22"/>
        </w:rPr>
        <w:t xml:space="preserve"> eigenen,</w:t>
      </w:r>
      <w:r w:rsidR="00BF34BF">
        <w:rPr>
          <w:rFonts w:ascii="Raleway" w:hAnsi="Raleway"/>
          <w:i/>
          <w:szCs w:val="22"/>
        </w:rPr>
        <w:t xml:space="preserve"> modernen Plattform, die </w:t>
      </w:r>
      <w:r w:rsidR="004922F8">
        <w:rPr>
          <w:rFonts w:ascii="Raleway" w:hAnsi="Raleway"/>
          <w:i/>
          <w:szCs w:val="22"/>
        </w:rPr>
        <w:t>sich konkret an den B</w:t>
      </w:r>
      <w:r w:rsidR="00EE6154">
        <w:rPr>
          <w:rFonts w:ascii="Raleway" w:hAnsi="Raleway"/>
          <w:i/>
          <w:szCs w:val="22"/>
        </w:rPr>
        <w:t>edürfnisse</w:t>
      </w:r>
      <w:r w:rsidR="004922F8">
        <w:rPr>
          <w:rFonts w:ascii="Raleway" w:hAnsi="Raleway"/>
          <w:i/>
          <w:szCs w:val="22"/>
        </w:rPr>
        <w:t>n</w:t>
      </w:r>
      <w:r w:rsidR="00EE6154">
        <w:rPr>
          <w:rFonts w:ascii="Raleway" w:hAnsi="Raleway"/>
          <w:i/>
          <w:szCs w:val="22"/>
        </w:rPr>
        <w:t xml:space="preserve"> von Liefernden und Leistenden </w:t>
      </w:r>
      <w:r w:rsidR="004922F8">
        <w:rPr>
          <w:rFonts w:ascii="Raleway" w:hAnsi="Raleway"/>
          <w:i/>
          <w:szCs w:val="22"/>
        </w:rPr>
        <w:t>ausrichtet</w:t>
      </w:r>
      <w:r w:rsidR="00BF34BF">
        <w:rPr>
          <w:rFonts w:ascii="Raleway" w:hAnsi="Raleway"/>
          <w:i/>
          <w:szCs w:val="22"/>
        </w:rPr>
        <w:t xml:space="preserve">. Entwickelt und </w:t>
      </w:r>
      <w:r w:rsidR="00D64EDF">
        <w:rPr>
          <w:rFonts w:ascii="Raleway" w:hAnsi="Raleway"/>
          <w:i/>
          <w:szCs w:val="22"/>
        </w:rPr>
        <w:t>ge</w:t>
      </w:r>
      <w:r w:rsidR="0029492A">
        <w:rPr>
          <w:rFonts w:ascii="Raleway" w:hAnsi="Raleway"/>
          <w:i/>
          <w:szCs w:val="22"/>
        </w:rPr>
        <w:t xml:space="preserve">meinschaftlich </w:t>
      </w:r>
      <w:r w:rsidR="00BF34BF">
        <w:rPr>
          <w:rFonts w:ascii="Raleway" w:hAnsi="Raleway"/>
          <w:i/>
          <w:szCs w:val="22"/>
        </w:rPr>
        <w:t xml:space="preserve">umgesetzt hat dieses </w:t>
      </w:r>
      <w:r w:rsidR="008E01B3" w:rsidRPr="008E01B3">
        <w:rPr>
          <w:rFonts w:ascii="Raleway" w:hAnsi="Raleway"/>
          <w:i/>
          <w:szCs w:val="22"/>
        </w:rPr>
        <w:t xml:space="preserve">Leuchtturmprojekt </w:t>
      </w:r>
      <w:r w:rsidR="00EE6154">
        <w:rPr>
          <w:rFonts w:ascii="Raleway" w:hAnsi="Raleway"/>
          <w:i/>
          <w:szCs w:val="22"/>
        </w:rPr>
        <w:t xml:space="preserve">im </w:t>
      </w:r>
      <w:r w:rsidR="001327E0">
        <w:rPr>
          <w:rFonts w:ascii="Raleway" w:hAnsi="Raleway"/>
          <w:i/>
          <w:szCs w:val="22"/>
        </w:rPr>
        <w:t>Beschaffungs</w:t>
      </w:r>
      <w:r w:rsidR="00EE6154">
        <w:rPr>
          <w:rFonts w:ascii="Raleway" w:hAnsi="Raleway"/>
          <w:i/>
          <w:szCs w:val="22"/>
        </w:rPr>
        <w:t xml:space="preserve">bereich </w:t>
      </w:r>
      <w:r w:rsidR="00BF34BF">
        <w:rPr>
          <w:rFonts w:ascii="Raleway" w:hAnsi="Raleway"/>
          <w:i/>
          <w:szCs w:val="22"/>
        </w:rPr>
        <w:t>die erfahrende Brandagentur Lingner Marketing aus Fürth</w:t>
      </w:r>
      <w:r w:rsidR="008A4122">
        <w:rPr>
          <w:rFonts w:ascii="Raleway" w:hAnsi="Raleway"/>
          <w:i/>
          <w:szCs w:val="22"/>
        </w:rPr>
        <w:t>.</w:t>
      </w:r>
      <w:r w:rsidR="00BF34BF">
        <w:rPr>
          <w:rFonts w:ascii="Raleway" w:hAnsi="Raleway"/>
          <w:i/>
          <w:szCs w:val="22"/>
        </w:rPr>
        <w:t xml:space="preserve"> </w:t>
      </w:r>
    </w:p>
    <w:p w14:paraId="5993A337" w14:textId="77777777" w:rsidR="00420E12" w:rsidRDefault="00420E12" w:rsidP="00401160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</w:p>
    <w:p w14:paraId="0FE96154" w14:textId="3BE1BFDB" w:rsidR="00344EE1" w:rsidRDefault="00401160" w:rsidP="00220E3C">
      <w:pPr>
        <w:spacing w:line="360" w:lineRule="auto"/>
        <w:ind w:right="1128"/>
        <w:jc w:val="both"/>
        <w:rPr>
          <w:rFonts w:ascii="Raleway" w:hAnsi="Raleway"/>
        </w:rPr>
      </w:pPr>
      <w:r w:rsidRPr="00220E3C">
        <w:rPr>
          <w:rFonts w:ascii="Raleway" w:hAnsi="Raleway"/>
          <w:szCs w:val="22"/>
        </w:rPr>
        <w:t>FÜRTH,</w:t>
      </w:r>
      <w:r w:rsidR="00D60263">
        <w:rPr>
          <w:rFonts w:ascii="Raleway" w:hAnsi="Raleway"/>
          <w:szCs w:val="22"/>
        </w:rPr>
        <w:t xml:space="preserve"> Januar 2023</w:t>
      </w:r>
      <w:r w:rsidRPr="00220E3C">
        <w:rPr>
          <w:rFonts w:ascii="Raleway" w:hAnsi="Raleway"/>
          <w:szCs w:val="22"/>
        </w:rPr>
        <w:t xml:space="preserve"> – </w:t>
      </w:r>
      <w:r w:rsidR="000B4C4B">
        <w:rPr>
          <w:rFonts w:ascii="Raleway" w:hAnsi="Raleway"/>
          <w:szCs w:val="22"/>
        </w:rPr>
        <w:t xml:space="preserve">Der Einkauf eines Unternehmens ist </w:t>
      </w:r>
      <w:r w:rsidR="00F06E13">
        <w:rPr>
          <w:rFonts w:ascii="Raleway" w:hAnsi="Raleway"/>
          <w:szCs w:val="22"/>
        </w:rPr>
        <w:t xml:space="preserve">häufig </w:t>
      </w:r>
      <w:r w:rsidR="000B4C4B">
        <w:rPr>
          <w:rFonts w:ascii="Raleway" w:hAnsi="Raleway"/>
          <w:szCs w:val="22"/>
        </w:rPr>
        <w:t xml:space="preserve">informationsgetrieben und bietet mit Richtlinien, Bedingungen und Ausschreibungen wenig Raum für </w:t>
      </w:r>
      <w:r w:rsidR="0073390B">
        <w:rPr>
          <w:rFonts w:ascii="Raleway" w:hAnsi="Raleway"/>
          <w:szCs w:val="22"/>
        </w:rPr>
        <w:t xml:space="preserve">Emotionen. So war auch das Ergebnis der Analyse des damaligen Lieferantenportals der Deutschen Bahn </w:t>
      </w:r>
      <w:r w:rsidR="00D160F0">
        <w:rPr>
          <w:rFonts w:ascii="Raleway" w:hAnsi="Raleway"/>
          <w:szCs w:val="22"/>
        </w:rPr>
        <w:t xml:space="preserve">AG </w:t>
      </w:r>
      <w:r w:rsidR="0073390B">
        <w:rPr>
          <w:rFonts w:ascii="Raleway" w:hAnsi="Raleway"/>
          <w:szCs w:val="22"/>
        </w:rPr>
        <w:t>(DB</w:t>
      </w:r>
      <w:r w:rsidR="00D160F0">
        <w:rPr>
          <w:rFonts w:ascii="Raleway" w:hAnsi="Raleway"/>
          <w:szCs w:val="22"/>
        </w:rPr>
        <w:t xml:space="preserve"> AG</w:t>
      </w:r>
      <w:r w:rsidR="0073390B">
        <w:rPr>
          <w:rFonts w:ascii="Raleway" w:hAnsi="Raleway"/>
          <w:szCs w:val="22"/>
        </w:rPr>
        <w:t xml:space="preserve">) </w:t>
      </w:r>
      <w:r w:rsidR="00A13D36">
        <w:rPr>
          <w:rFonts w:ascii="Raleway" w:hAnsi="Raleway"/>
          <w:szCs w:val="22"/>
        </w:rPr>
        <w:t xml:space="preserve">im Grunde </w:t>
      </w:r>
      <w:r w:rsidR="0073390B">
        <w:rPr>
          <w:rFonts w:ascii="Raleway" w:hAnsi="Raleway"/>
          <w:szCs w:val="22"/>
        </w:rPr>
        <w:t xml:space="preserve">wenig überraschend: </w:t>
      </w:r>
      <w:r w:rsidR="002979D3">
        <w:rPr>
          <w:rFonts w:ascii="Raleway" w:hAnsi="Raleway"/>
          <w:szCs w:val="22"/>
        </w:rPr>
        <w:t xml:space="preserve">zu viele Informationen und </w:t>
      </w:r>
      <w:r w:rsidR="00EE6154">
        <w:rPr>
          <w:rFonts w:ascii="Raleway" w:hAnsi="Raleway"/>
          <w:szCs w:val="22"/>
        </w:rPr>
        <w:t>zu wenig bedarfsorientiert</w:t>
      </w:r>
      <w:r w:rsidR="0073390B">
        <w:rPr>
          <w:rFonts w:ascii="Raleway" w:hAnsi="Raleway"/>
          <w:szCs w:val="22"/>
        </w:rPr>
        <w:t xml:space="preserve">. </w:t>
      </w:r>
      <w:r w:rsidR="00A13D36">
        <w:rPr>
          <w:rFonts w:ascii="Raleway" w:hAnsi="Raleway"/>
          <w:szCs w:val="22"/>
        </w:rPr>
        <w:t>U</w:t>
      </w:r>
      <w:r w:rsidR="00A13D36">
        <w:rPr>
          <w:rFonts w:ascii="Raleway" w:hAnsi="Raleway"/>
        </w:rPr>
        <w:t xml:space="preserve">m das Portal </w:t>
      </w:r>
      <w:r w:rsidR="0025679B">
        <w:rPr>
          <w:rFonts w:ascii="Raleway" w:hAnsi="Raleway"/>
        </w:rPr>
        <w:t xml:space="preserve">mit einem </w:t>
      </w:r>
      <w:r w:rsidR="0029492A">
        <w:rPr>
          <w:rFonts w:ascii="Raleway" w:hAnsi="Raleway"/>
        </w:rPr>
        <w:t>frischen</w:t>
      </w:r>
      <w:r w:rsidR="0025679B">
        <w:rPr>
          <w:rFonts w:ascii="Raleway" w:hAnsi="Raleway"/>
        </w:rPr>
        <w:t xml:space="preserve"> Konzept </w:t>
      </w:r>
      <w:r w:rsidR="00A13D36">
        <w:rPr>
          <w:rFonts w:ascii="Raleway" w:hAnsi="Raleway"/>
        </w:rPr>
        <w:t>auf völlig neue Beine zu stellen, wandte sich das Unternehmen an die Brandagentur Lingner Marketing</w:t>
      </w:r>
      <w:r w:rsidR="00A13D36">
        <w:rPr>
          <w:rFonts w:ascii="Raleway" w:hAnsi="Raleway"/>
          <w:szCs w:val="22"/>
        </w:rPr>
        <w:t xml:space="preserve">. </w:t>
      </w:r>
      <w:r w:rsidR="001327E0">
        <w:rPr>
          <w:rFonts w:ascii="Raleway" w:hAnsi="Raleway"/>
          <w:szCs w:val="22"/>
        </w:rPr>
        <w:t>Unter dem Leitsatz „</w:t>
      </w:r>
      <w:r w:rsidR="001327E0" w:rsidRPr="001327E0">
        <w:rPr>
          <w:rFonts w:ascii="Raleway" w:hAnsi="Raleway"/>
          <w:szCs w:val="22"/>
        </w:rPr>
        <w:t>Ihre Leistung. Unser Bedarf. Ein Ziel. Gemeinsam die Mobilität von morgen gestalten</w:t>
      </w:r>
      <w:r w:rsidR="001327E0">
        <w:rPr>
          <w:rFonts w:ascii="Raleway" w:hAnsi="Raleway"/>
          <w:szCs w:val="22"/>
        </w:rPr>
        <w:t xml:space="preserve">“ entstand eine ansprechende Plattform, die </w:t>
      </w:r>
      <w:r w:rsidR="004922F8">
        <w:rPr>
          <w:rFonts w:ascii="Raleway" w:hAnsi="Raleway"/>
          <w:szCs w:val="22"/>
        </w:rPr>
        <w:t xml:space="preserve">sich an den Bedürfnissen der </w:t>
      </w:r>
      <w:r w:rsidR="001327E0">
        <w:rPr>
          <w:rFonts w:ascii="Raleway" w:hAnsi="Raleway"/>
          <w:szCs w:val="22"/>
        </w:rPr>
        <w:t>liefernde</w:t>
      </w:r>
      <w:r w:rsidR="004922F8">
        <w:rPr>
          <w:rFonts w:ascii="Raleway" w:hAnsi="Raleway"/>
          <w:szCs w:val="22"/>
        </w:rPr>
        <w:t>n</w:t>
      </w:r>
      <w:r w:rsidR="001327E0">
        <w:rPr>
          <w:rFonts w:ascii="Raleway" w:hAnsi="Raleway"/>
          <w:szCs w:val="22"/>
        </w:rPr>
        <w:t xml:space="preserve"> und leistende</w:t>
      </w:r>
      <w:r w:rsidR="004922F8">
        <w:rPr>
          <w:rFonts w:ascii="Raleway" w:hAnsi="Raleway"/>
          <w:szCs w:val="22"/>
        </w:rPr>
        <w:t>n</w:t>
      </w:r>
      <w:r w:rsidR="001327E0">
        <w:rPr>
          <w:rFonts w:ascii="Raleway" w:hAnsi="Raleway"/>
          <w:szCs w:val="22"/>
        </w:rPr>
        <w:t xml:space="preserve"> Unternehmen </w:t>
      </w:r>
      <w:r w:rsidR="004922F8">
        <w:rPr>
          <w:rFonts w:ascii="Raleway" w:hAnsi="Raleway"/>
          <w:szCs w:val="22"/>
        </w:rPr>
        <w:t>ausrichtet</w:t>
      </w:r>
      <w:r w:rsidR="001327E0">
        <w:rPr>
          <w:rFonts w:ascii="Raleway" w:hAnsi="Raleway"/>
          <w:szCs w:val="22"/>
        </w:rPr>
        <w:t xml:space="preserve"> </w:t>
      </w:r>
      <w:r w:rsidR="00F90007">
        <w:rPr>
          <w:rFonts w:ascii="Raleway" w:hAnsi="Raleway"/>
          <w:szCs w:val="22"/>
        </w:rPr>
        <w:t xml:space="preserve">und </w:t>
      </w:r>
      <w:r w:rsidR="008E6372">
        <w:rPr>
          <w:rFonts w:ascii="Raleway" w:hAnsi="Raleway"/>
          <w:szCs w:val="22"/>
        </w:rPr>
        <w:t xml:space="preserve">gleichzeitig </w:t>
      </w:r>
      <w:r w:rsidR="00F90007">
        <w:rPr>
          <w:rFonts w:ascii="Raleway" w:hAnsi="Raleway"/>
          <w:szCs w:val="22"/>
        </w:rPr>
        <w:t>d</w:t>
      </w:r>
      <w:r w:rsidR="008E6372">
        <w:rPr>
          <w:rFonts w:ascii="Raleway" w:hAnsi="Raleway"/>
          <w:szCs w:val="22"/>
        </w:rPr>
        <w:t>ie</w:t>
      </w:r>
      <w:r w:rsidR="00F90007">
        <w:rPr>
          <w:rFonts w:ascii="Raleway" w:hAnsi="Raleway"/>
          <w:szCs w:val="22"/>
        </w:rPr>
        <w:t xml:space="preserve"> Beschaffung </w:t>
      </w:r>
      <w:r w:rsidR="00EE456D">
        <w:rPr>
          <w:rFonts w:ascii="Raleway" w:hAnsi="Raleway"/>
          <w:szCs w:val="22"/>
        </w:rPr>
        <w:t xml:space="preserve">der DB AG </w:t>
      </w:r>
      <w:r w:rsidR="00F90007">
        <w:rPr>
          <w:rFonts w:ascii="Raleway" w:hAnsi="Raleway"/>
          <w:szCs w:val="22"/>
        </w:rPr>
        <w:t xml:space="preserve">als </w:t>
      </w:r>
      <w:r w:rsidR="004922F8">
        <w:rPr>
          <w:rFonts w:ascii="Raleway" w:hAnsi="Raleway"/>
          <w:szCs w:val="22"/>
        </w:rPr>
        <w:t>Auftraggeber und Partner auf Augenhöhe</w:t>
      </w:r>
      <w:r w:rsidR="00F90007">
        <w:rPr>
          <w:rFonts w:ascii="Raleway" w:hAnsi="Raleway"/>
          <w:szCs w:val="22"/>
        </w:rPr>
        <w:t xml:space="preserve"> positioniert. </w:t>
      </w:r>
    </w:p>
    <w:p w14:paraId="0747A005" w14:textId="77777777" w:rsidR="0073390B" w:rsidRDefault="0073390B" w:rsidP="00220E3C">
      <w:pPr>
        <w:spacing w:line="360" w:lineRule="auto"/>
        <w:ind w:right="1128"/>
        <w:jc w:val="both"/>
        <w:rPr>
          <w:rFonts w:ascii="Raleway" w:hAnsi="Raleway"/>
        </w:rPr>
      </w:pPr>
    </w:p>
    <w:p w14:paraId="61D2A4C0" w14:textId="77777777" w:rsidR="0049469A" w:rsidRPr="0049469A" w:rsidRDefault="0049469A" w:rsidP="00220E3C">
      <w:pPr>
        <w:spacing w:line="360" w:lineRule="auto"/>
        <w:ind w:right="1128"/>
        <w:jc w:val="both"/>
        <w:rPr>
          <w:rFonts w:ascii="Raleway" w:hAnsi="Raleway"/>
          <w:b/>
        </w:rPr>
      </w:pPr>
      <w:r>
        <w:rPr>
          <w:rFonts w:ascii="Raleway" w:hAnsi="Raleway"/>
          <w:b/>
        </w:rPr>
        <w:t xml:space="preserve">Inspiriert vom </w:t>
      </w:r>
      <w:proofErr w:type="spellStart"/>
      <w:r>
        <w:rPr>
          <w:rFonts w:ascii="Raleway" w:hAnsi="Raleway"/>
          <w:b/>
        </w:rPr>
        <w:t>Employer</w:t>
      </w:r>
      <w:proofErr w:type="spellEnd"/>
      <w:r>
        <w:rPr>
          <w:rFonts w:ascii="Raleway" w:hAnsi="Raleway"/>
          <w:b/>
        </w:rPr>
        <w:t xml:space="preserve"> Branding</w:t>
      </w:r>
    </w:p>
    <w:p w14:paraId="690737C8" w14:textId="77777777" w:rsidR="00E27278" w:rsidRDefault="0073390B" w:rsidP="00220E3C">
      <w:pPr>
        <w:spacing w:line="360" w:lineRule="auto"/>
        <w:ind w:right="1128"/>
        <w:jc w:val="both"/>
        <w:rPr>
          <w:rFonts w:ascii="Raleway" w:hAnsi="Raleway"/>
        </w:rPr>
      </w:pPr>
      <w:r>
        <w:rPr>
          <w:rFonts w:ascii="Raleway" w:hAnsi="Raleway"/>
        </w:rPr>
        <w:t xml:space="preserve">„Nach einer genauen Analyse des bestehenden Lieferantenportals haben wir </w:t>
      </w:r>
      <w:r w:rsidR="00147FED">
        <w:rPr>
          <w:rFonts w:ascii="Raleway" w:hAnsi="Raleway"/>
        </w:rPr>
        <w:t>zusammen</w:t>
      </w:r>
      <w:r>
        <w:rPr>
          <w:rFonts w:ascii="Raleway" w:hAnsi="Raleway"/>
        </w:rPr>
        <w:t xml:space="preserve"> mit den Verantwortlichen der DB</w:t>
      </w:r>
      <w:r w:rsidR="00D160F0">
        <w:rPr>
          <w:rFonts w:ascii="Raleway" w:hAnsi="Raleway"/>
        </w:rPr>
        <w:t xml:space="preserve"> AG</w:t>
      </w:r>
      <w:r>
        <w:rPr>
          <w:rFonts w:ascii="Raleway" w:hAnsi="Raleway"/>
        </w:rPr>
        <w:t xml:space="preserve"> einen Workshop a</w:t>
      </w:r>
      <w:r w:rsidR="00A13D36">
        <w:rPr>
          <w:rFonts w:ascii="Raleway" w:hAnsi="Raleway"/>
        </w:rPr>
        <w:t>b</w:t>
      </w:r>
      <w:r>
        <w:rPr>
          <w:rFonts w:ascii="Raleway" w:hAnsi="Raleway"/>
        </w:rPr>
        <w:t xml:space="preserve">gehalten und die Ziele und Anforderungen herausgearbeitet“, so </w:t>
      </w:r>
      <w:r w:rsidR="00EE6154">
        <w:rPr>
          <w:rFonts w:ascii="Raleway" w:hAnsi="Raleway"/>
        </w:rPr>
        <w:t>Mirjam Lingner</w:t>
      </w:r>
      <w:r>
        <w:rPr>
          <w:rFonts w:ascii="Raleway" w:hAnsi="Raleway"/>
        </w:rPr>
        <w:t xml:space="preserve"> von Lingner Marketing. Auf dieser Basis ging es dann an die Strategieentwicklung. </w:t>
      </w:r>
      <w:r w:rsidR="002E0CC1">
        <w:rPr>
          <w:rFonts w:ascii="Raleway" w:hAnsi="Raleway"/>
        </w:rPr>
        <w:t xml:space="preserve">Neben dem sachlichen Nutzen des Portals durch notwendige und verständliche Informationen </w:t>
      </w:r>
      <w:r w:rsidR="00786C3E">
        <w:rPr>
          <w:rFonts w:ascii="Raleway" w:hAnsi="Raleway"/>
        </w:rPr>
        <w:t>sollte</w:t>
      </w:r>
      <w:r w:rsidR="00A51DC3">
        <w:rPr>
          <w:rFonts w:ascii="Raleway" w:hAnsi="Raleway"/>
        </w:rPr>
        <w:t xml:space="preserve">n die individuellen Chancen und Vorteile, die sich durch eine </w:t>
      </w:r>
      <w:r w:rsidR="002E0CC1">
        <w:rPr>
          <w:rFonts w:ascii="Raleway" w:hAnsi="Raleway"/>
        </w:rPr>
        <w:t>Zusammenarbeit mit der DB</w:t>
      </w:r>
      <w:r w:rsidR="00D160F0">
        <w:rPr>
          <w:rFonts w:ascii="Raleway" w:hAnsi="Raleway"/>
        </w:rPr>
        <w:t xml:space="preserve"> AG</w:t>
      </w:r>
      <w:r w:rsidR="00A51DC3">
        <w:rPr>
          <w:rFonts w:ascii="Raleway" w:hAnsi="Raleway"/>
        </w:rPr>
        <w:t xml:space="preserve"> ergeben,</w:t>
      </w:r>
      <w:r w:rsidR="002E0CC1">
        <w:rPr>
          <w:rFonts w:ascii="Raleway" w:hAnsi="Raleway"/>
        </w:rPr>
        <w:t xml:space="preserve"> </w:t>
      </w:r>
      <w:r w:rsidR="00147FED">
        <w:rPr>
          <w:rFonts w:ascii="Raleway" w:hAnsi="Raleway"/>
        </w:rPr>
        <w:t xml:space="preserve">deutlich </w:t>
      </w:r>
      <w:r w:rsidR="008E6372">
        <w:rPr>
          <w:rFonts w:ascii="Raleway" w:hAnsi="Raleway"/>
        </w:rPr>
        <w:t>sichtbar werden</w:t>
      </w:r>
      <w:r w:rsidR="004C5401">
        <w:rPr>
          <w:rFonts w:ascii="Raleway" w:hAnsi="Raleway"/>
        </w:rPr>
        <w:t xml:space="preserve">. Dabei </w:t>
      </w:r>
      <w:r w:rsidR="00A51DC3">
        <w:rPr>
          <w:rFonts w:ascii="Raleway" w:hAnsi="Raleway"/>
        </w:rPr>
        <w:t>ließ</w:t>
      </w:r>
      <w:r w:rsidR="004C5401">
        <w:rPr>
          <w:rFonts w:ascii="Raleway" w:hAnsi="Raleway"/>
        </w:rPr>
        <w:t xml:space="preserve"> sich die Agentur </w:t>
      </w:r>
      <w:r w:rsidR="00A51DC3">
        <w:rPr>
          <w:rFonts w:ascii="Raleway" w:hAnsi="Raleway"/>
        </w:rPr>
        <w:t>vom</w:t>
      </w:r>
      <w:r w:rsidR="004C5401">
        <w:rPr>
          <w:rFonts w:ascii="Raleway" w:hAnsi="Raleway"/>
        </w:rPr>
        <w:t xml:space="preserve"> </w:t>
      </w:r>
      <w:proofErr w:type="spellStart"/>
      <w:r w:rsidR="004C5401">
        <w:rPr>
          <w:rFonts w:ascii="Raleway" w:hAnsi="Raleway"/>
        </w:rPr>
        <w:t>Employer</w:t>
      </w:r>
      <w:proofErr w:type="spellEnd"/>
      <w:r w:rsidR="004C5401">
        <w:rPr>
          <w:rFonts w:ascii="Raleway" w:hAnsi="Raleway"/>
        </w:rPr>
        <w:t xml:space="preserve"> Branding</w:t>
      </w:r>
      <w:r w:rsidR="00A51DC3">
        <w:rPr>
          <w:rFonts w:ascii="Raleway" w:hAnsi="Raleway"/>
        </w:rPr>
        <w:t xml:space="preserve"> inspirieren</w:t>
      </w:r>
      <w:r w:rsidR="00E27278">
        <w:rPr>
          <w:rFonts w:ascii="Raleway" w:hAnsi="Raleway"/>
        </w:rPr>
        <w:t>, das d</w:t>
      </w:r>
      <w:r w:rsidR="00D977F9">
        <w:rPr>
          <w:rFonts w:ascii="Raleway" w:hAnsi="Raleway"/>
        </w:rPr>
        <w:t>ie</w:t>
      </w:r>
      <w:r w:rsidR="00E27278">
        <w:rPr>
          <w:rFonts w:ascii="Raleway" w:hAnsi="Raleway"/>
        </w:rPr>
        <w:t xml:space="preserve"> Menschen und </w:t>
      </w:r>
      <w:r w:rsidR="00D977F9">
        <w:rPr>
          <w:rFonts w:ascii="Raleway" w:hAnsi="Raleway"/>
        </w:rPr>
        <w:t>ihre</w:t>
      </w:r>
      <w:r w:rsidR="00E27278">
        <w:rPr>
          <w:rFonts w:ascii="Raleway" w:hAnsi="Raleway"/>
        </w:rPr>
        <w:t xml:space="preserve"> Bedürfnisse in den Mittelpunkt stellt,</w:t>
      </w:r>
      <w:r w:rsidR="004C5401">
        <w:rPr>
          <w:rFonts w:ascii="Raleway" w:hAnsi="Raleway"/>
        </w:rPr>
        <w:t xml:space="preserve"> und übertrug wesentliche Elemente. </w:t>
      </w:r>
      <w:r w:rsidR="00786C3E">
        <w:rPr>
          <w:rFonts w:ascii="Raleway" w:hAnsi="Raleway"/>
        </w:rPr>
        <w:t>„</w:t>
      </w:r>
      <w:r w:rsidR="00D977F9">
        <w:rPr>
          <w:rFonts w:ascii="Raleway" w:hAnsi="Raleway"/>
        </w:rPr>
        <w:t xml:space="preserve">Im </w:t>
      </w:r>
      <w:r w:rsidR="00D977F9">
        <w:rPr>
          <w:rFonts w:ascii="Raleway" w:hAnsi="Raleway"/>
        </w:rPr>
        <w:lastRenderedPageBreak/>
        <w:t>Prinzip ist es ähnlich</w:t>
      </w:r>
      <w:r w:rsidR="0025679B">
        <w:rPr>
          <w:rFonts w:ascii="Raleway" w:hAnsi="Raleway"/>
        </w:rPr>
        <w:t xml:space="preserve"> wie bei einem Bewerberportal</w:t>
      </w:r>
      <w:r w:rsidR="00D977F9">
        <w:rPr>
          <w:rFonts w:ascii="Raleway" w:hAnsi="Raleway"/>
        </w:rPr>
        <w:t xml:space="preserve">, auch der Einkauf muss heute </w:t>
      </w:r>
      <w:r w:rsidR="00147FED">
        <w:rPr>
          <w:rFonts w:ascii="Raleway" w:hAnsi="Raleway"/>
        </w:rPr>
        <w:t xml:space="preserve">erstmal </w:t>
      </w:r>
      <w:r w:rsidR="008E01B3">
        <w:rPr>
          <w:rFonts w:ascii="Raleway" w:hAnsi="Raleway"/>
        </w:rPr>
        <w:t>qualifizierte</w:t>
      </w:r>
      <w:r w:rsidR="00D977F9">
        <w:rPr>
          <w:rFonts w:ascii="Raleway" w:hAnsi="Raleway"/>
        </w:rPr>
        <w:t xml:space="preserve"> Lieferanten mit geeigneten Fachkräften finden. </w:t>
      </w:r>
      <w:r w:rsidR="00786C3E">
        <w:rPr>
          <w:rFonts w:ascii="Raleway" w:hAnsi="Raleway"/>
        </w:rPr>
        <w:t>Wir haben</w:t>
      </w:r>
      <w:r w:rsidR="00147FED">
        <w:rPr>
          <w:rFonts w:ascii="Raleway" w:hAnsi="Raleway"/>
        </w:rPr>
        <w:t xml:space="preserve"> deshalb</w:t>
      </w:r>
      <w:r w:rsidR="00786C3E">
        <w:rPr>
          <w:rFonts w:ascii="Raleway" w:hAnsi="Raleway"/>
        </w:rPr>
        <w:t xml:space="preserve"> die Erkenntnisse au</w:t>
      </w:r>
      <w:r w:rsidR="001B2179">
        <w:rPr>
          <w:rFonts w:ascii="Raleway" w:hAnsi="Raleway"/>
        </w:rPr>
        <w:t>s</w:t>
      </w:r>
      <w:r w:rsidR="00786C3E">
        <w:rPr>
          <w:rFonts w:ascii="Raleway" w:hAnsi="Raleway"/>
        </w:rPr>
        <w:t xml:space="preserve"> dem HR-Bereich auf das Procurement übertragen und daraus eine valide St</w:t>
      </w:r>
      <w:r w:rsidR="00D977F9">
        <w:rPr>
          <w:rFonts w:ascii="Raleway" w:hAnsi="Raleway"/>
        </w:rPr>
        <w:t xml:space="preserve">rategie entwickelt“, erklärt </w:t>
      </w:r>
      <w:r w:rsidR="00A51DC3">
        <w:rPr>
          <w:rFonts w:ascii="Raleway" w:hAnsi="Raleway"/>
        </w:rPr>
        <w:t xml:space="preserve">René </w:t>
      </w:r>
      <w:r w:rsidR="00D977F9">
        <w:rPr>
          <w:rFonts w:ascii="Raleway" w:hAnsi="Raleway"/>
        </w:rPr>
        <w:t>Schultz</w:t>
      </w:r>
      <w:r w:rsidR="00A51DC3">
        <w:rPr>
          <w:rFonts w:ascii="Raleway" w:hAnsi="Raleway"/>
        </w:rPr>
        <w:t xml:space="preserve"> von Lingner Marketing</w:t>
      </w:r>
      <w:r w:rsidR="00D977F9">
        <w:rPr>
          <w:rFonts w:ascii="Raleway" w:hAnsi="Raleway"/>
        </w:rPr>
        <w:t xml:space="preserve"> den innovativen Ansatz des </w:t>
      </w:r>
      <w:r w:rsidR="008E6372">
        <w:rPr>
          <w:rFonts w:ascii="Raleway" w:hAnsi="Raleway"/>
        </w:rPr>
        <w:t>„</w:t>
      </w:r>
      <w:r w:rsidR="00D977F9">
        <w:rPr>
          <w:rFonts w:ascii="Raleway" w:hAnsi="Raleway"/>
        </w:rPr>
        <w:t>Procurement Branding</w:t>
      </w:r>
      <w:r w:rsidR="008E6372">
        <w:rPr>
          <w:rFonts w:ascii="Raleway" w:hAnsi="Raleway"/>
        </w:rPr>
        <w:t>“</w:t>
      </w:r>
      <w:r w:rsidR="0025679B">
        <w:rPr>
          <w:rFonts w:ascii="Raleway" w:hAnsi="Raleway"/>
        </w:rPr>
        <w:t>, der den Rahmen des kompletten Projekts bildet</w:t>
      </w:r>
      <w:r w:rsidR="00D977F9">
        <w:rPr>
          <w:rFonts w:ascii="Raleway" w:hAnsi="Raleway"/>
        </w:rPr>
        <w:t xml:space="preserve">. </w:t>
      </w:r>
    </w:p>
    <w:p w14:paraId="54F3F249" w14:textId="77777777" w:rsidR="00E27278" w:rsidRDefault="00E27278" w:rsidP="00220E3C">
      <w:pPr>
        <w:spacing w:line="360" w:lineRule="auto"/>
        <w:ind w:right="1128"/>
        <w:jc w:val="both"/>
        <w:rPr>
          <w:rFonts w:ascii="Raleway" w:hAnsi="Raleway"/>
        </w:rPr>
      </w:pPr>
    </w:p>
    <w:p w14:paraId="2DA2B350" w14:textId="77777777" w:rsidR="0073390B" w:rsidRDefault="00E27278" w:rsidP="00220E3C">
      <w:pPr>
        <w:spacing w:line="360" w:lineRule="auto"/>
        <w:ind w:right="1128"/>
        <w:jc w:val="both"/>
        <w:rPr>
          <w:rFonts w:ascii="Raleway" w:hAnsi="Raleway"/>
        </w:rPr>
      </w:pPr>
      <w:r>
        <w:rPr>
          <w:rFonts w:ascii="Raleway" w:hAnsi="Raleway"/>
          <w:b/>
        </w:rPr>
        <w:t>Intuitive und klare Strukturen</w:t>
      </w:r>
    </w:p>
    <w:p w14:paraId="55C5C0E7" w14:textId="3EF6C36B" w:rsidR="001B2179" w:rsidRDefault="00141B75" w:rsidP="00220E3C">
      <w:pPr>
        <w:spacing w:line="360" w:lineRule="auto"/>
        <w:ind w:right="1128"/>
        <w:jc w:val="both"/>
        <w:rPr>
          <w:rFonts w:ascii="Raleway" w:hAnsi="Raleway"/>
        </w:rPr>
      </w:pPr>
      <w:r>
        <w:rPr>
          <w:rFonts w:ascii="Raleway" w:hAnsi="Raleway"/>
        </w:rPr>
        <w:t xml:space="preserve">Schnell war klar, dass </w:t>
      </w:r>
      <w:r w:rsidR="001B2179">
        <w:rPr>
          <w:rFonts w:ascii="Raleway" w:hAnsi="Raleway"/>
        </w:rPr>
        <w:t xml:space="preserve">sich </w:t>
      </w:r>
      <w:r>
        <w:rPr>
          <w:rFonts w:ascii="Raleway" w:hAnsi="Raleway"/>
        </w:rPr>
        <w:t>das neue Lieferantenportal nicht mehr als Teil der Website</w:t>
      </w:r>
      <w:r w:rsidR="001B2179">
        <w:rPr>
          <w:rFonts w:ascii="Raleway" w:hAnsi="Raleway"/>
        </w:rPr>
        <w:t xml:space="preserve"> </w:t>
      </w:r>
      <w:r w:rsidR="00F06E13">
        <w:rPr>
          <w:rFonts w:ascii="Raleway" w:hAnsi="Raleway"/>
        </w:rPr>
        <w:t>verstehen</w:t>
      </w:r>
      <w:r>
        <w:rPr>
          <w:rFonts w:ascii="Raleway" w:hAnsi="Raleway"/>
        </w:rPr>
        <w:t xml:space="preserve">, sondern als eigene Microsite darstellen sollte. </w:t>
      </w:r>
      <w:r w:rsidR="0073390B">
        <w:rPr>
          <w:rFonts w:ascii="Raleway" w:hAnsi="Raleway"/>
        </w:rPr>
        <w:t>Um Barrieren für potenzielle und bestehende Lieferanten abzubauen</w:t>
      </w:r>
      <w:r w:rsidR="008E01B3">
        <w:rPr>
          <w:rFonts w:ascii="Raleway" w:hAnsi="Raleway"/>
        </w:rPr>
        <w:t>,</w:t>
      </w:r>
      <w:r w:rsidR="00A13D36">
        <w:rPr>
          <w:rFonts w:ascii="Raleway" w:hAnsi="Raleway"/>
        </w:rPr>
        <w:t xml:space="preserve"> wurde</w:t>
      </w:r>
      <w:r>
        <w:rPr>
          <w:rFonts w:ascii="Raleway" w:hAnsi="Raleway"/>
        </w:rPr>
        <w:t>n</w:t>
      </w:r>
      <w:r w:rsidR="00A13D36">
        <w:rPr>
          <w:rFonts w:ascii="Raleway" w:hAnsi="Raleway"/>
        </w:rPr>
        <w:t xml:space="preserve"> klare und intuitive Inhaltsstrukturen geschaffen. </w:t>
      </w:r>
      <w:r w:rsidR="008E01B3">
        <w:rPr>
          <w:rFonts w:ascii="Raleway" w:hAnsi="Raleway"/>
        </w:rPr>
        <w:t xml:space="preserve">Die Inhalte selbst wurden komplett neu gedacht und zwar nicht aus Unternehmens-, sondern aus Nutzersicht. Die Erstellung von Personas war hier besonders hilfreich, um sich in die verschiedenen Bedürfnisse hineindenken zu können. </w:t>
      </w:r>
      <w:r w:rsidR="0037750F">
        <w:rPr>
          <w:rFonts w:ascii="Raleway" w:hAnsi="Raleway"/>
        </w:rPr>
        <w:t>Den gesamten Prozess</w:t>
      </w:r>
      <w:r w:rsidR="00DD15F9">
        <w:rPr>
          <w:rFonts w:ascii="Raleway" w:hAnsi="Raleway"/>
        </w:rPr>
        <w:t xml:space="preserve"> inklusive </w:t>
      </w:r>
      <w:r w:rsidR="0037750F">
        <w:rPr>
          <w:rFonts w:ascii="Raleway" w:hAnsi="Raleway"/>
        </w:rPr>
        <w:t xml:space="preserve">Konzeption, </w:t>
      </w:r>
      <w:r w:rsidR="00DD15F9">
        <w:rPr>
          <w:rFonts w:ascii="Raleway" w:hAnsi="Raleway"/>
        </w:rPr>
        <w:t xml:space="preserve">Unterstützung bei der </w:t>
      </w:r>
      <w:r w:rsidR="0037750F">
        <w:rPr>
          <w:rFonts w:ascii="Raleway" w:hAnsi="Raleway"/>
        </w:rPr>
        <w:t>Content-Erstellung</w:t>
      </w:r>
      <w:r w:rsidR="00DD15F9">
        <w:rPr>
          <w:rFonts w:ascii="Raleway" w:hAnsi="Raleway"/>
        </w:rPr>
        <w:t>,</w:t>
      </w:r>
      <w:r w:rsidR="0037750F">
        <w:rPr>
          <w:rFonts w:ascii="Raleway" w:hAnsi="Raleway"/>
        </w:rPr>
        <w:t xml:space="preserve"> Screendesign </w:t>
      </w:r>
      <w:r w:rsidR="00A51DC3">
        <w:rPr>
          <w:rFonts w:ascii="Raleway" w:hAnsi="Raleway"/>
        </w:rPr>
        <w:t>auf Basis der DB</w:t>
      </w:r>
      <w:r w:rsidR="00D160F0">
        <w:rPr>
          <w:rFonts w:ascii="Raleway" w:hAnsi="Raleway"/>
        </w:rPr>
        <w:t xml:space="preserve"> AG</w:t>
      </w:r>
      <w:r w:rsidR="00A51DC3">
        <w:rPr>
          <w:rFonts w:ascii="Raleway" w:hAnsi="Raleway"/>
        </w:rPr>
        <w:t xml:space="preserve">-internen Vorgaben </w:t>
      </w:r>
      <w:r w:rsidR="00DD15F9">
        <w:rPr>
          <w:rFonts w:ascii="Raleway" w:hAnsi="Raleway"/>
        </w:rPr>
        <w:t xml:space="preserve">sowie </w:t>
      </w:r>
      <w:r w:rsidR="008E01B3">
        <w:rPr>
          <w:rFonts w:ascii="Raleway" w:hAnsi="Raleway"/>
        </w:rPr>
        <w:t>SEO-Analysen und -Optimierungen</w:t>
      </w:r>
      <w:r w:rsidR="0037750F">
        <w:rPr>
          <w:rFonts w:ascii="Raleway" w:hAnsi="Raleway"/>
        </w:rPr>
        <w:t xml:space="preserve"> realisierte Lingner Marketing</w:t>
      </w:r>
      <w:r w:rsidR="001B2179">
        <w:rPr>
          <w:rFonts w:ascii="Raleway" w:hAnsi="Raleway"/>
        </w:rPr>
        <w:t xml:space="preserve"> aus einer Hand</w:t>
      </w:r>
      <w:r w:rsidR="0037750F">
        <w:rPr>
          <w:rFonts w:ascii="Raleway" w:hAnsi="Raleway"/>
        </w:rPr>
        <w:t xml:space="preserve">. </w:t>
      </w:r>
      <w:r w:rsidR="00A94D97">
        <w:rPr>
          <w:rFonts w:ascii="Raleway" w:hAnsi="Raleway"/>
        </w:rPr>
        <w:t>Umgesetzt wurden die Maßnahmen in en</w:t>
      </w:r>
      <w:r w:rsidR="00EE456D">
        <w:rPr>
          <w:rFonts w:ascii="Raleway" w:hAnsi="Raleway"/>
        </w:rPr>
        <w:t>ge</w:t>
      </w:r>
      <w:r w:rsidR="00A94D97">
        <w:rPr>
          <w:rFonts w:ascii="Raleway" w:hAnsi="Raleway"/>
        </w:rPr>
        <w:t>r</w:t>
      </w:r>
      <w:r w:rsidR="00EE456D">
        <w:rPr>
          <w:rFonts w:ascii="Raleway" w:hAnsi="Raleway"/>
        </w:rPr>
        <w:t xml:space="preserve"> Zusammenarbeit mit </w:t>
      </w:r>
      <w:r w:rsidR="00EE456D" w:rsidRPr="00EE456D">
        <w:rPr>
          <w:rFonts w:ascii="Raleway" w:hAnsi="Raleway"/>
        </w:rPr>
        <w:t>Dominic Drüseberg aus der Kommunikationsabteilung der Beschaffung</w:t>
      </w:r>
      <w:r w:rsidR="00EE456D">
        <w:rPr>
          <w:rFonts w:ascii="Raleway" w:hAnsi="Raleway"/>
        </w:rPr>
        <w:t xml:space="preserve"> der DB AG. </w:t>
      </w:r>
    </w:p>
    <w:p w14:paraId="1E864AA4" w14:textId="77777777" w:rsidR="001B2179" w:rsidRDefault="001B2179" w:rsidP="00220E3C">
      <w:pPr>
        <w:spacing w:line="360" w:lineRule="auto"/>
        <w:ind w:right="1128"/>
        <w:jc w:val="both"/>
        <w:rPr>
          <w:rFonts w:ascii="Raleway" w:hAnsi="Raleway"/>
        </w:rPr>
      </w:pPr>
    </w:p>
    <w:p w14:paraId="20EA3E8F" w14:textId="4484C5F3" w:rsidR="00220E3C" w:rsidRDefault="0037750F" w:rsidP="00220E3C">
      <w:pPr>
        <w:spacing w:line="360" w:lineRule="auto"/>
        <w:ind w:right="1128"/>
        <w:jc w:val="both"/>
        <w:rPr>
          <w:rFonts w:ascii="Raleway" w:hAnsi="Raleway"/>
        </w:rPr>
      </w:pPr>
      <w:r>
        <w:rPr>
          <w:rFonts w:ascii="Raleway" w:hAnsi="Raleway"/>
        </w:rPr>
        <w:t xml:space="preserve">„Wir sind sehr zufrieden mit dem Ergebnis dieses Mammutprojekts“, betont </w:t>
      </w:r>
      <w:proofErr w:type="spellStart"/>
      <w:r w:rsidR="00957FC1">
        <w:rPr>
          <w:rFonts w:ascii="Raleway" w:hAnsi="Raleway"/>
        </w:rPr>
        <w:t>Drüseberg</w:t>
      </w:r>
      <w:proofErr w:type="spellEnd"/>
      <w:r w:rsidR="00093CC0">
        <w:rPr>
          <w:rFonts w:ascii="Raleway" w:hAnsi="Raleway"/>
        </w:rPr>
        <w:t>. „</w:t>
      </w:r>
      <w:r w:rsidR="001B7975">
        <w:rPr>
          <w:rFonts w:ascii="Raleway" w:hAnsi="Raleway"/>
        </w:rPr>
        <w:t xml:space="preserve">Mit der Fokussierung auf die </w:t>
      </w:r>
      <w:r w:rsidR="00EE456D" w:rsidRPr="00220E3C">
        <w:rPr>
          <w:rFonts w:ascii="Raleway" w:hAnsi="Raleway"/>
        </w:rPr>
        <w:t>Supplier Journey bei der DB</w:t>
      </w:r>
      <w:r w:rsidR="00EE456D">
        <w:rPr>
          <w:rFonts w:ascii="Raleway" w:hAnsi="Raleway"/>
        </w:rPr>
        <w:t xml:space="preserve"> AG</w:t>
      </w:r>
      <w:r w:rsidR="001B7975">
        <w:rPr>
          <w:rFonts w:ascii="Raleway" w:hAnsi="Raleway"/>
        </w:rPr>
        <w:t xml:space="preserve"> haben wir einen wichtigen Grundstein gelegt</w:t>
      </w:r>
      <w:r w:rsidR="00EE456D" w:rsidRPr="00220E3C">
        <w:rPr>
          <w:rFonts w:ascii="Raleway" w:hAnsi="Raleway"/>
        </w:rPr>
        <w:t>.</w:t>
      </w:r>
      <w:r w:rsidR="00EE456D">
        <w:rPr>
          <w:rFonts w:ascii="Raleway" w:hAnsi="Raleway"/>
        </w:rPr>
        <w:t xml:space="preserve"> </w:t>
      </w:r>
      <w:r w:rsidR="00957FC1">
        <w:rPr>
          <w:rFonts w:ascii="Raleway" w:hAnsi="Raleway"/>
        </w:rPr>
        <w:t>Dabei haben wir m</w:t>
      </w:r>
      <w:r w:rsidR="00220E3C" w:rsidRPr="00220E3C">
        <w:rPr>
          <w:rFonts w:ascii="Raleway" w:hAnsi="Raleway"/>
        </w:rPr>
        <w:t xml:space="preserve">it Lingner einen erfahrenen Partner </w:t>
      </w:r>
      <w:r>
        <w:rPr>
          <w:rFonts w:ascii="Raleway" w:hAnsi="Raleway"/>
        </w:rPr>
        <w:t>an der Seite</w:t>
      </w:r>
      <w:r w:rsidR="00220E3C" w:rsidRPr="00220E3C">
        <w:rPr>
          <w:rFonts w:ascii="Raleway" w:hAnsi="Raleway"/>
        </w:rPr>
        <w:t xml:space="preserve">, der strategisch fundiert durch den gesamten Prozess geführt hat: </w:t>
      </w:r>
      <w:r w:rsidR="001B2179">
        <w:rPr>
          <w:rFonts w:ascii="Raleway" w:hAnsi="Raleway"/>
        </w:rPr>
        <w:t>beginnend mit dem</w:t>
      </w:r>
      <w:r w:rsidR="00220E3C" w:rsidRPr="00220E3C">
        <w:rPr>
          <w:rFonts w:ascii="Raleway" w:hAnsi="Raleway"/>
        </w:rPr>
        <w:t xml:space="preserve"> gemeinsamen Workshop über die strategische Ausrichtung</w:t>
      </w:r>
      <w:r w:rsidR="001B2179">
        <w:rPr>
          <w:rFonts w:ascii="Raleway" w:hAnsi="Raleway"/>
        </w:rPr>
        <w:t xml:space="preserve"> bis hin zur</w:t>
      </w:r>
      <w:r w:rsidR="00220E3C" w:rsidRPr="00220E3C">
        <w:rPr>
          <w:rFonts w:ascii="Raleway" w:hAnsi="Raleway"/>
        </w:rPr>
        <w:t xml:space="preserve"> schnelle</w:t>
      </w:r>
      <w:r w:rsidR="001B2179">
        <w:rPr>
          <w:rFonts w:ascii="Raleway" w:hAnsi="Raleway"/>
        </w:rPr>
        <w:t>n</w:t>
      </w:r>
      <w:r w:rsidR="00220E3C" w:rsidRPr="00220E3C">
        <w:rPr>
          <w:rFonts w:ascii="Raleway" w:hAnsi="Raleway"/>
        </w:rPr>
        <w:t xml:space="preserve"> und fachlich tiefe</w:t>
      </w:r>
      <w:r w:rsidR="001B2179">
        <w:rPr>
          <w:rFonts w:ascii="Raleway" w:hAnsi="Raleway"/>
        </w:rPr>
        <w:t>n</w:t>
      </w:r>
      <w:r w:rsidR="00220E3C" w:rsidRPr="00220E3C">
        <w:rPr>
          <w:rFonts w:ascii="Raleway" w:hAnsi="Raleway"/>
        </w:rPr>
        <w:t xml:space="preserve"> Einarbeitung in die mitunter komplexe Themenwelt </w:t>
      </w:r>
      <w:r w:rsidR="00957FC1">
        <w:rPr>
          <w:rFonts w:ascii="Raleway" w:hAnsi="Raleway"/>
        </w:rPr>
        <w:t>in</w:t>
      </w:r>
      <w:r w:rsidR="00957FC1" w:rsidRPr="00220E3C">
        <w:rPr>
          <w:rFonts w:ascii="Raleway" w:hAnsi="Raleway"/>
        </w:rPr>
        <w:t xml:space="preserve"> </w:t>
      </w:r>
      <w:r w:rsidR="00220E3C" w:rsidRPr="00220E3C">
        <w:rPr>
          <w:rFonts w:ascii="Raleway" w:hAnsi="Raleway"/>
        </w:rPr>
        <w:t>partnerschaftliche</w:t>
      </w:r>
      <w:r w:rsidR="00957FC1">
        <w:rPr>
          <w:rFonts w:ascii="Raleway" w:hAnsi="Raleway"/>
        </w:rPr>
        <w:t>r</w:t>
      </w:r>
      <w:r w:rsidR="00220E3C" w:rsidRPr="00220E3C">
        <w:rPr>
          <w:rFonts w:ascii="Raleway" w:hAnsi="Raleway"/>
        </w:rPr>
        <w:t xml:space="preserve"> Zusammenarbeit</w:t>
      </w:r>
      <w:r w:rsidR="00DD15F9">
        <w:rPr>
          <w:rFonts w:ascii="Raleway" w:hAnsi="Raleway"/>
        </w:rPr>
        <w:t>.</w:t>
      </w:r>
      <w:r w:rsidR="00EE456D">
        <w:rPr>
          <w:rFonts w:ascii="Raleway" w:hAnsi="Raleway"/>
        </w:rPr>
        <w:t>“</w:t>
      </w:r>
      <w:r w:rsidR="00DD15F9">
        <w:rPr>
          <w:rFonts w:ascii="Raleway" w:hAnsi="Raleway"/>
        </w:rPr>
        <w:t xml:space="preserve"> </w:t>
      </w:r>
    </w:p>
    <w:p w14:paraId="556ECAA4" w14:textId="77777777" w:rsidR="00F90007" w:rsidRDefault="00F90007" w:rsidP="00220E3C">
      <w:pPr>
        <w:spacing w:line="360" w:lineRule="auto"/>
        <w:ind w:right="1128"/>
        <w:jc w:val="both"/>
        <w:rPr>
          <w:rFonts w:ascii="Raleway" w:hAnsi="Raleway"/>
        </w:rPr>
      </w:pPr>
    </w:p>
    <w:p w14:paraId="1660D57D" w14:textId="77777777" w:rsidR="00344EE1" w:rsidRDefault="00F90007" w:rsidP="00F90007">
      <w:pPr>
        <w:spacing w:line="360" w:lineRule="auto"/>
        <w:ind w:right="1128"/>
        <w:jc w:val="both"/>
        <w:rPr>
          <w:rFonts w:ascii="Raleway" w:hAnsi="Raleway"/>
          <w:b/>
        </w:rPr>
      </w:pPr>
      <w:r>
        <w:rPr>
          <w:rFonts w:ascii="Raleway" w:hAnsi="Raleway"/>
        </w:rPr>
        <w:t xml:space="preserve">Das neue Lieferantenportal der DB </w:t>
      </w:r>
      <w:r w:rsidR="00D160F0">
        <w:rPr>
          <w:rFonts w:ascii="Raleway" w:hAnsi="Raleway"/>
        </w:rPr>
        <w:t xml:space="preserve">AG </w:t>
      </w:r>
      <w:r>
        <w:rPr>
          <w:rFonts w:ascii="Raleway" w:hAnsi="Raleway"/>
        </w:rPr>
        <w:t>ging im September</w:t>
      </w:r>
      <w:r w:rsidR="004922F8">
        <w:rPr>
          <w:rFonts w:ascii="Raleway" w:hAnsi="Raleway"/>
        </w:rPr>
        <w:t xml:space="preserve"> 2022</w:t>
      </w:r>
      <w:r>
        <w:rPr>
          <w:rFonts w:ascii="Raleway" w:hAnsi="Raleway"/>
        </w:rPr>
        <w:t xml:space="preserve"> online und ist unter </w:t>
      </w:r>
      <w:hyperlink r:id="rId6" w:history="1">
        <w:r w:rsidRPr="003C59A0">
          <w:rPr>
            <w:rStyle w:val="Hyperlink"/>
            <w:rFonts w:ascii="Raleway" w:hAnsi="Raleway"/>
          </w:rPr>
          <w:t>www.</w:t>
        </w:r>
        <w:r w:rsidRPr="003C59A0">
          <w:rPr>
            <w:rStyle w:val="Hyperlink"/>
            <w:rFonts w:ascii="Raleway" w:hAnsi="Raleway"/>
            <w:i/>
            <w:szCs w:val="22"/>
          </w:rPr>
          <w:t>deutschebahn.com/lieferanten</w:t>
        </w:r>
      </w:hyperlink>
      <w:r>
        <w:rPr>
          <w:rFonts w:ascii="Raleway" w:hAnsi="Raleway"/>
          <w:i/>
          <w:szCs w:val="22"/>
        </w:rPr>
        <w:t xml:space="preserve"> zu finden. </w:t>
      </w:r>
    </w:p>
    <w:p w14:paraId="1BEAE312" w14:textId="77777777" w:rsidR="00344EE1" w:rsidRDefault="00344EE1" w:rsidP="0013212A">
      <w:pPr>
        <w:spacing w:line="360" w:lineRule="auto"/>
        <w:ind w:right="1128"/>
        <w:rPr>
          <w:rFonts w:ascii="Raleway" w:hAnsi="Raleway"/>
          <w:b/>
        </w:rPr>
      </w:pPr>
    </w:p>
    <w:p w14:paraId="1D15E808" w14:textId="77777777" w:rsidR="00344EE1" w:rsidRDefault="00344EE1" w:rsidP="0013212A">
      <w:pPr>
        <w:spacing w:line="360" w:lineRule="auto"/>
        <w:ind w:right="1128"/>
        <w:rPr>
          <w:rFonts w:ascii="Raleway" w:hAnsi="Raleway"/>
          <w:b/>
        </w:rPr>
      </w:pPr>
    </w:p>
    <w:p w14:paraId="6C73411D" w14:textId="3B54DC00" w:rsidR="00631EEF" w:rsidRDefault="004922F8" w:rsidP="00631EEF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b/>
          <w:i/>
          <w:sz w:val="20"/>
        </w:rPr>
        <w:t xml:space="preserve">Über </w:t>
      </w:r>
      <w:r w:rsidR="00957FC1">
        <w:rPr>
          <w:rFonts w:ascii="Raleway" w:hAnsi="Raleway"/>
          <w:b/>
          <w:i/>
          <w:sz w:val="20"/>
        </w:rPr>
        <w:t xml:space="preserve">die </w:t>
      </w:r>
      <w:r w:rsidR="00840813">
        <w:rPr>
          <w:rFonts w:ascii="Raleway" w:hAnsi="Raleway"/>
          <w:b/>
          <w:i/>
          <w:sz w:val="20"/>
        </w:rPr>
        <w:t xml:space="preserve">DB </w:t>
      </w:r>
      <w:r>
        <w:rPr>
          <w:rFonts w:ascii="Raleway" w:hAnsi="Raleway"/>
          <w:b/>
          <w:i/>
          <w:sz w:val="20"/>
        </w:rPr>
        <w:t>Beschaffung</w:t>
      </w:r>
    </w:p>
    <w:p w14:paraId="1C95D6F2" w14:textId="4188BB33" w:rsidR="004922F8" w:rsidRPr="00631EEF" w:rsidRDefault="00631EEF" w:rsidP="00631EEF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i/>
          <w:sz w:val="20"/>
        </w:rPr>
        <w:t>Die</w:t>
      </w:r>
      <w:r w:rsidRPr="00631EEF">
        <w:rPr>
          <w:rFonts w:ascii="Raleway" w:hAnsi="Raleway"/>
          <w:i/>
          <w:sz w:val="20"/>
        </w:rPr>
        <w:t xml:space="preserve"> DB Beschaffung kümmer</w:t>
      </w:r>
      <w:r>
        <w:rPr>
          <w:rFonts w:ascii="Raleway" w:hAnsi="Raleway"/>
          <w:i/>
          <w:sz w:val="20"/>
        </w:rPr>
        <w:t xml:space="preserve">t sich </w:t>
      </w:r>
      <w:r w:rsidRPr="00631EEF">
        <w:rPr>
          <w:rFonts w:ascii="Raleway" w:hAnsi="Raleway"/>
          <w:i/>
          <w:sz w:val="20"/>
        </w:rPr>
        <w:t xml:space="preserve">weltweit um die wirtschaftliche sowie termin- und qualitätsgerechte Versorgung </w:t>
      </w:r>
      <w:r>
        <w:rPr>
          <w:rFonts w:ascii="Raleway" w:hAnsi="Raleway"/>
          <w:i/>
          <w:sz w:val="20"/>
        </w:rPr>
        <w:t>d</w:t>
      </w:r>
      <w:r w:rsidRPr="00631EEF">
        <w:rPr>
          <w:rFonts w:ascii="Raleway" w:hAnsi="Raleway"/>
          <w:i/>
          <w:sz w:val="20"/>
        </w:rPr>
        <w:t>er Geschäftsfelder</w:t>
      </w:r>
      <w:r>
        <w:rPr>
          <w:rFonts w:ascii="Raleway" w:hAnsi="Raleway"/>
          <w:i/>
          <w:sz w:val="20"/>
        </w:rPr>
        <w:t xml:space="preserve"> der DB AG</w:t>
      </w:r>
      <w:r w:rsidRPr="00631EEF">
        <w:rPr>
          <w:rFonts w:ascii="Raleway" w:hAnsi="Raleway"/>
          <w:i/>
          <w:sz w:val="20"/>
        </w:rPr>
        <w:t xml:space="preserve">. </w:t>
      </w:r>
      <w:r w:rsidR="00D53810">
        <w:rPr>
          <w:rFonts w:ascii="Raleway" w:hAnsi="Raleway"/>
          <w:i/>
          <w:sz w:val="20"/>
        </w:rPr>
        <w:t xml:space="preserve">Insgesamt </w:t>
      </w:r>
      <w:r w:rsidR="00F06E13">
        <w:rPr>
          <w:rFonts w:ascii="Raleway" w:hAnsi="Raleway"/>
          <w:i/>
          <w:sz w:val="20"/>
        </w:rPr>
        <w:t xml:space="preserve">gut </w:t>
      </w:r>
      <w:r w:rsidR="00D53810">
        <w:rPr>
          <w:rFonts w:ascii="Raleway" w:hAnsi="Raleway"/>
          <w:i/>
          <w:sz w:val="20"/>
        </w:rPr>
        <w:t xml:space="preserve">1.200 </w:t>
      </w:r>
      <w:proofErr w:type="spellStart"/>
      <w:r w:rsidR="00D53810">
        <w:rPr>
          <w:rFonts w:ascii="Raleway" w:hAnsi="Raleway"/>
          <w:i/>
          <w:sz w:val="20"/>
        </w:rPr>
        <w:t>Mitarbeiter</w:t>
      </w:r>
      <w:r w:rsidR="001B1072">
        <w:rPr>
          <w:rFonts w:ascii="Raleway" w:hAnsi="Raleway"/>
          <w:i/>
          <w:sz w:val="20"/>
        </w:rPr>
        <w:t>:</w:t>
      </w:r>
      <w:r w:rsidR="00D53810">
        <w:rPr>
          <w:rFonts w:ascii="Raleway" w:hAnsi="Raleway"/>
          <w:i/>
          <w:sz w:val="20"/>
        </w:rPr>
        <w:t>innen</w:t>
      </w:r>
      <w:proofErr w:type="spellEnd"/>
      <w:r w:rsidR="00D53810">
        <w:rPr>
          <w:rFonts w:ascii="Raleway" w:hAnsi="Raleway"/>
          <w:i/>
          <w:sz w:val="20"/>
        </w:rPr>
        <w:t xml:space="preserve"> an mehr als 20 Standorten beschaffen hier pro Jahr Lieferungen und Leistungen in Höhe von 24 Milliarden Euro durch 1 Million Bestellungen bei rund 20.000 </w:t>
      </w:r>
      <w:r w:rsidR="00D53810">
        <w:rPr>
          <w:rFonts w:ascii="Raleway" w:hAnsi="Raleway"/>
          <w:i/>
          <w:sz w:val="20"/>
        </w:rPr>
        <w:lastRenderedPageBreak/>
        <w:t xml:space="preserve">Lieferanten. </w:t>
      </w:r>
      <w:r w:rsidRPr="00631EEF">
        <w:rPr>
          <w:rFonts w:ascii="Raleway" w:hAnsi="Raleway"/>
          <w:i/>
          <w:sz w:val="20"/>
        </w:rPr>
        <w:t xml:space="preserve">Neben </w:t>
      </w:r>
      <w:r w:rsidR="00957FC1">
        <w:rPr>
          <w:rFonts w:ascii="Raleway" w:hAnsi="Raleway"/>
          <w:i/>
          <w:sz w:val="20"/>
        </w:rPr>
        <w:t>dem Einkauf</w:t>
      </w:r>
      <w:r w:rsidRPr="00631EEF">
        <w:rPr>
          <w:rFonts w:ascii="Raleway" w:hAnsi="Raleway"/>
          <w:i/>
          <w:sz w:val="20"/>
        </w:rPr>
        <w:t xml:space="preserve"> von Material, Investitionsgütern und Dienstleistungen sicher</w:t>
      </w:r>
      <w:r>
        <w:rPr>
          <w:rFonts w:ascii="Raleway" w:hAnsi="Raleway"/>
          <w:i/>
          <w:sz w:val="20"/>
        </w:rPr>
        <w:t>t</w:t>
      </w:r>
      <w:r w:rsidRPr="00631EEF">
        <w:rPr>
          <w:rFonts w:ascii="Raleway" w:hAnsi="Raleway"/>
          <w:i/>
          <w:sz w:val="20"/>
        </w:rPr>
        <w:t xml:space="preserve"> </w:t>
      </w:r>
      <w:r>
        <w:rPr>
          <w:rFonts w:ascii="Raleway" w:hAnsi="Raleway"/>
          <w:i/>
          <w:sz w:val="20"/>
        </w:rPr>
        <w:t>sie</w:t>
      </w:r>
      <w:r w:rsidRPr="00631EEF">
        <w:rPr>
          <w:rFonts w:ascii="Raleway" w:hAnsi="Raleway"/>
          <w:i/>
          <w:sz w:val="20"/>
        </w:rPr>
        <w:t xml:space="preserve"> die Innovationsfähigkeit der Deutschen Bahn und leg</w:t>
      </w:r>
      <w:r w:rsidR="0013212A">
        <w:rPr>
          <w:rFonts w:ascii="Raleway" w:hAnsi="Raleway"/>
          <w:i/>
          <w:sz w:val="20"/>
        </w:rPr>
        <w:t>t</w:t>
      </w:r>
      <w:r w:rsidRPr="00631EEF">
        <w:rPr>
          <w:rFonts w:ascii="Raleway" w:hAnsi="Raleway"/>
          <w:i/>
          <w:sz w:val="20"/>
        </w:rPr>
        <w:t xml:space="preserve"> damit einen entscheidenden Grundstein für </w:t>
      </w:r>
      <w:r w:rsidR="00D53810">
        <w:rPr>
          <w:rFonts w:ascii="Raleway" w:hAnsi="Raleway"/>
          <w:i/>
          <w:sz w:val="20"/>
        </w:rPr>
        <w:t xml:space="preserve">den </w:t>
      </w:r>
      <w:r w:rsidRPr="00631EEF">
        <w:rPr>
          <w:rFonts w:ascii="Raleway" w:hAnsi="Raleway"/>
          <w:i/>
          <w:sz w:val="20"/>
        </w:rPr>
        <w:t>nachhaltigen Erfolg am Markt.</w:t>
      </w:r>
      <w:r w:rsidR="00D53810">
        <w:rPr>
          <w:rFonts w:ascii="Raleway" w:hAnsi="Raleway"/>
          <w:i/>
          <w:sz w:val="20"/>
        </w:rPr>
        <w:t xml:space="preserve"> </w:t>
      </w:r>
    </w:p>
    <w:p w14:paraId="3B63BA7C" w14:textId="77777777" w:rsidR="004922F8" w:rsidRDefault="004922F8" w:rsidP="0013212A">
      <w:pPr>
        <w:ind w:right="1128"/>
        <w:rPr>
          <w:rFonts w:ascii="Raleway" w:hAnsi="Raleway"/>
          <w:b/>
        </w:rPr>
      </w:pPr>
    </w:p>
    <w:p w14:paraId="7BF60634" w14:textId="77777777" w:rsidR="007F431D" w:rsidRDefault="007F431D" w:rsidP="0013212A">
      <w:pPr>
        <w:ind w:right="1128"/>
        <w:rPr>
          <w:rFonts w:ascii="Raleway" w:hAnsi="Raleway"/>
          <w:b/>
        </w:rPr>
      </w:pPr>
    </w:p>
    <w:p w14:paraId="2858ECF5" w14:textId="77777777" w:rsidR="00344EE1" w:rsidRDefault="00344EE1" w:rsidP="00344EE1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b/>
          <w:i/>
          <w:sz w:val="20"/>
        </w:rPr>
        <w:t>Über Lingner Marketing</w:t>
      </w:r>
    </w:p>
    <w:p w14:paraId="7687346A" w14:textId="77777777" w:rsidR="00344EE1" w:rsidRPr="00B15CC4" w:rsidRDefault="00344EE1" w:rsidP="00344EE1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B15CC4">
        <w:rPr>
          <w:rFonts w:ascii="Raleway" w:hAnsi="Raleway"/>
          <w:i/>
          <w:sz w:val="20"/>
        </w:rPr>
        <w:t>„</w:t>
      </w:r>
      <w:proofErr w:type="spellStart"/>
      <w:r w:rsidRPr="00B15CC4">
        <w:rPr>
          <w:rFonts w:ascii="Raleway" w:hAnsi="Raleway"/>
          <w:i/>
          <w:sz w:val="20"/>
        </w:rPr>
        <w:t>Powered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by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passion</w:t>
      </w:r>
      <w:proofErr w:type="spellEnd"/>
      <w:r w:rsidRPr="00B15CC4">
        <w:rPr>
          <w:rFonts w:ascii="Raleway" w:hAnsi="Raleway"/>
          <w:i/>
          <w:sz w:val="20"/>
        </w:rPr>
        <w:t>”</w:t>
      </w:r>
      <w:r>
        <w:rPr>
          <w:rFonts w:ascii="Raleway" w:hAnsi="Raleway"/>
          <w:i/>
          <w:sz w:val="20"/>
        </w:rPr>
        <w:t xml:space="preserve"> – dieser Leitsatz ist nicht nur eine Phrase, sondern wird bei Lingner Marketing aktiv gelebt. So arbeitet die Agentur </w:t>
      </w:r>
      <w:r w:rsidRPr="00B15CC4">
        <w:rPr>
          <w:rFonts w:ascii="Raleway" w:hAnsi="Raleway"/>
          <w:i/>
          <w:sz w:val="20"/>
        </w:rPr>
        <w:t>täglich</w:t>
      </w:r>
      <w:r>
        <w:rPr>
          <w:rFonts w:ascii="Raleway" w:hAnsi="Raleway"/>
          <w:i/>
          <w:sz w:val="20"/>
        </w:rPr>
        <w:t xml:space="preserve"> voller Leidenschaft </w:t>
      </w:r>
      <w:r w:rsidRPr="00B15CC4">
        <w:rPr>
          <w:rFonts w:ascii="Raleway" w:hAnsi="Raleway"/>
          <w:i/>
          <w:sz w:val="20"/>
        </w:rPr>
        <w:t>für de</w:t>
      </w:r>
      <w:r>
        <w:rPr>
          <w:rFonts w:ascii="Raleway" w:hAnsi="Raleway"/>
          <w:i/>
          <w:sz w:val="20"/>
        </w:rPr>
        <w:t>n Erfolg ihrer Kundinnen und Kunden. Gegründet als klassische Werbeagentur im Jahr 1989 hat sie sich heute erfolgreich als Expertin für holistische Markenerlebnisse positioniert.</w:t>
      </w:r>
      <w:r w:rsidRPr="00363FD4">
        <w:rPr>
          <w:rFonts w:ascii="Raleway" w:hAnsi="Raleway"/>
          <w:i/>
          <w:sz w:val="20"/>
        </w:rPr>
        <w:t xml:space="preserve"> </w:t>
      </w:r>
      <w:r>
        <w:rPr>
          <w:rFonts w:ascii="Raleway" w:hAnsi="Raleway"/>
          <w:i/>
          <w:sz w:val="20"/>
        </w:rPr>
        <w:t xml:space="preserve">Das Leistungspaket für Unternehmen aus den Bereichen B2B und B2C beginnt bei der strategischen Beratung, geht über Brandbuilding mit zielführenden Markenworkshops und reicht bis hin zur crossmedialen Umsetzung von Online- und Offline-Maßnahmen. Beheimatet im mittelfränkischen Fürth beschäftigt die Agentur derzeit 48 Angestellte. </w:t>
      </w:r>
    </w:p>
    <w:p w14:paraId="3BF2B64D" w14:textId="77777777" w:rsidR="00344EE1" w:rsidRDefault="00344EE1" w:rsidP="00F26C2B">
      <w:pPr>
        <w:ind w:right="1128"/>
        <w:rPr>
          <w:rFonts w:ascii="Raleway" w:hAnsi="Raleway"/>
          <w:b/>
        </w:rPr>
      </w:pPr>
    </w:p>
    <w:p w14:paraId="6948821C" w14:textId="597B0C98" w:rsidR="007F431D" w:rsidRDefault="007F431D" w:rsidP="00F26C2B">
      <w:pPr>
        <w:ind w:right="1128"/>
        <w:rPr>
          <w:rFonts w:ascii="Raleway" w:hAnsi="Raleway"/>
          <w:b/>
        </w:rPr>
      </w:pPr>
    </w:p>
    <w:p w14:paraId="15DD6105" w14:textId="77777777" w:rsidR="00FA530F" w:rsidRDefault="00FA530F" w:rsidP="00FA530F">
      <w:pPr>
        <w:ind w:right="1128"/>
        <w:rPr>
          <w:rFonts w:ascii="Raleway" w:hAnsi="Raleway"/>
          <w:b/>
          <w:u w:val="single"/>
        </w:rPr>
      </w:pPr>
      <w:r w:rsidRPr="00B76FB6">
        <w:rPr>
          <w:rFonts w:ascii="Raleway" w:hAnsi="Raleway"/>
          <w:b/>
          <w:u w:val="single"/>
        </w:rPr>
        <w:t>Bildunterschriften</w:t>
      </w:r>
    </w:p>
    <w:p w14:paraId="68DFAE44" w14:textId="77777777" w:rsidR="00FA530F" w:rsidRDefault="00FA530F" w:rsidP="00FA530F">
      <w:pPr>
        <w:ind w:right="1128"/>
        <w:rPr>
          <w:rFonts w:ascii="Raleway" w:hAnsi="Raleway"/>
          <w:b/>
        </w:rPr>
      </w:pPr>
    </w:p>
    <w:p w14:paraId="682D6268" w14:textId="2F20C93C" w:rsidR="00FA530F" w:rsidRDefault="00C303BF" w:rsidP="00FA530F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  <w:noProof/>
        </w:rPr>
        <w:drawing>
          <wp:inline distT="0" distB="0" distL="0" distR="0" wp14:anchorId="17D4D79E" wp14:editId="74D432F3">
            <wp:extent cx="2700000" cy="1720483"/>
            <wp:effectExtent l="0" t="0" r="571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B_LP_Beschaffung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72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52BB7" w14:textId="77777777" w:rsidR="00FA530F" w:rsidRDefault="00FA530F" w:rsidP="00FA530F">
      <w:pPr>
        <w:ind w:right="1128"/>
        <w:rPr>
          <w:rFonts w:ascii="Raleway" w:hAnsi="Raleway"/>
          <w:b/>
        </w:rPr>
      </w:pPr>
    </w:p>
    <w:p w14:paraId="1D0ACF98" w14:textId="709B5F99" w:rsidR="00FA530F" w:rsidRDefault="008E0582" w:rsidP="00FA530F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</w:rPr>
        <w:t>Bei der Entwicklung des neuen DB Lieferantenportals ließ sich Lingner Marketing</w:t>
      </w:r>
      <w:r w:rsidRPr="008E0582">
        <w:rPr>
          <w:rFonts w:ascii="Raleway" w:hAnsi="Raleway"/>
          <w:i/>
        </w:rPr>
        <w:t xml:space="preserve"> vom </w:t>
      </w:r>
      <w:proofErr w:type="spellStart"/>
      <w:r w:rsidRPr="008E0582">
        <w:rPr>
          <w:rFonts w:ascii="Raleway" w:hAnsi="Raleway"/>
          <w:i/>
        </w:rPr>
        <w:t>Employer</w:t>
      </w:r>
      <w:proofErr w:type="spellEnd"/>
      <w:r w:rsidRPr="008E0582">
        <w:rPr>
          <w:rFonts w:ascii="Raleway" w:hAnsi="Raleway"/>
          <w:i/>
        </w:rPr>
        <w:t xml:space="preserve"> Branding inspirieren, das die Menschen und ihre Bedürfnisse in den Mittelpunkt stellt</w:t>
      </w:r>
      <w:r>
        <w:rPr>
          <w:rFonts w:ascii="Raleway" w:hAnsi="Raleway"/>
          <w:i/>
        </w:rPr>
        <w:t>.</w:t>
      </w:r>
    </w:p>
    <w:p w14:paraId="11C9546B" w14:textId="73B83747" w:rsidR="00C303BF" w:rsidRDefault="00C303BF" w:rsidP="00FA530F">
      <w:pPr>
        <w:ind w:right="1128"/>
        <w:rPr>
          <w:rFonts w:ascii="Raleway" w:hAnsi="Raleway"/>
          <w:i/>
        </w:rPr>
      </w:pPr>
    </w:p>
    <w:p w14:paraId="7D2D97A6" w14:textId="591FBB0E" w:rsidR="00C303BF" w:rsidRDefault="00C303BF" w:rsidP="00FA530F">
      <w:pPr>
        <w:ind w:right="1128"/>
        <w:rPr>
          <w:rFonts w:ascii="Raleway" w:hAnsi="Raleway"/>
          <w:i/>
        </w:rPr>
      </w:pPr>
    </w:p>
    <w:p w14:paraId="3157FCC0" w14:textId="5CEBFDD0" w:rsidR="00C303BF" w:rsidRPr="0044286C" w:rsidRDefault="00C303BF" w:rsidP="00FA530F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  <w:noProof/>
        </w:rPr>
        <w:drawing>
          <wp:inline distT="0" distB="0" distL="0" distR="0" wp14:anchorId="6474F5D1" wp14:editId="66A9643E">
            <wp:extent cx="2699107" cy="1800000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B_LP_Start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10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EFA82" w14:textId="4DFD3E85" w:rsidR="00FA530F" w:rsidRDefault="00FA530F" w:rsidP="00F26C2B">
      <w:pPr>
        <w:ind w:right="1128"/>
        <w:rPr>
          <w:rFonts w:ascii="Raleway" w:hAnsi="Raleway"/>
          <w:b/>
        </w:rPr>
      </w:pPr>
    </w:p>
    <w:p w14:paraId="0170F80A" w14:textId="6623B8B6" w:rsidR="00C303BF" w:rsidRDefault="008E0582" w:rsidP="00C303BF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</w:rPr>
        <w:t>Das neue DB Lieferantenportal überzeugt mit klaren und intuitiven Inhaltsstrukturen.</w:t>
      </w:r>
    </w:p>
    <w:p w14:paraId="0754405F" w14:textId="46363E00" w:rsidR="00FA530F" w:rsidRDefault="00FA530F" w:rsidP="00F26C2B">
      <w:pPr>
        <w:ind w:right="1128"/>
        <w:rPr>
          <w:rFonts w:ascii="Raleway" w:hAnsi="Raleway"/>
          <w:b/>
        </w:rPr>
      </w:pPr>
    </w:p>
    <w:p w14:paraId="29F55666" w14:textId="77777777" w:rsidR="00FA530F" w:rsidRDefault="00FA530F" w:rsidP="00F26C2B">
      <w:pPr>
        <w:ind w:right="1128"/>
        <w:rPr>
          <w:rFonts w:ascii="Raleway" w:hAnsi="Raleway"/>
          <w:b/>
        </w:rPr>
      </w:pPr>
      <w:bookmarkStart w:id="0" w:name="_GoBack"/>
      <w:bookmarkEnd w:id="0"/>
    </w:p>
    <w:p w14:paraId="1DB459B8" w14:textId="77777777" w:rsidR="007F431D" w:rsidRDefault="007F431D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</w:rPr>
        <w:lastRenderedPageBreak/>
        <w:t>Pressekontakt:</w:t>
      </w:r>
    </w:p>
    <w:p w14:paraId="2AE2B0C0" w14:textId="77777777"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Tanja Nürnberger</w:t>
      </w:r>
      <w:r w:rsidRPr="007F431D">
        <w:rPr>
          <w:rFonts w:ascii="Raleway" w:eastAsia="Times New Roman" w:hAnsi="Raleway" w:cs="Times New Roman"/>
        </w:rPr>
        <w:br/>
        <w:t>Text | PR | Beratung</w:t>
      </w:r>
    </w:p>
    <w:p w14:paraId="55A38579" w14:textId="77777777" w:rsidR="007F431D" w:rsidRPr="00511584" w:rsidRDefault="007F431D" w:rsidP="00511584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Am Fürstenberg 12 | 91325 Adelsdorf </w:t>
      </w:r>
      <w:r w:rsidRPr="007F431D">
        <w:rPr>
          <w:rFonts w:ascii="Raleway" w:eastAsia="Times New Roman" w:hAnsi="Raleway" w:cs="Times New Roman"/>
        </w:rPr>
        <w:br/>
        <w:t>Tel: +49 9195 9289630</w:t>
      </w:r>
      <w:r w:rsidRPr="007F431D">
        <w:rPr>
          <w:rFonts w:ascii="Raleway" w:eastAsia="Times New Roman" w:hAnsi="Raleway" w:cs="Times New Roman"/>
        </w:rPr>
        <w:br/>
        <w:t>E-Mail:</w:t>
      </w:r>
      <w:r>
        <w:rPr>
          <w:rFonts w:ascii="Raleway" w:eastAsia="Times New Roman" w:hAnsi="Raleway" w:cs="Times New Roman"/>
        </w:rPr>
        <w:t xml:space="preserve"> </w:t>
      </w:r>
      <w:hyperlink r:id="rId9" w:history="1">
        <w:r w:rsidRPr="000B630F">
          <w:rPr>
            <w:rStyle w:val="Hyperlink"/>
            <w:rFonts w:ascii="Raleway" w:eastAsia="Times New Roman" w:hAnsi="Raleway" w:cs="Times New Roman"/>
          </w:rPr>
          <w:t>tanja.nuernberger@lingner.de</w:t>
        </w:r>
      </w:hyperlink>
      <w:r>
        <w:rPr>
          <w:rFonts w:ascii="Raleway" w:eastAsia="Times New Roman" w:hAnsi="Raleway" w:cs="Times New Roman"/>
        </w:rPr>
        <w:t xml:space="preserve">    </w:t>
      </w:r>
    </w:p>
    <w:sectPr w:rsidR="007F431D" w:rsidRPr="00511584" w:rsidSect="00CA6FD6">
      <w:head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D75B8" w14:textId="77777777" w:rsidR="00644D76" w:rsidRDefault="00644D76" w:rsidP="00F26C2B">
      <w:r>
        <w:separator/>
      </w:r>
    </w:p>
  </w:endnote>
  <w:endnote w:type="continuationSeparator" w:id="0">
    <w:p w14:paraId="0ED329A1" w14:textId="77777777" w:rsidR="00644D76" w:rsidRDefault="00644D76" w:rsidP="00F2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x Sans Regular">
    <w:altName w:val="Calibri"/>
    <w:panose1 w:val="00000000000000000000"/>
    <w:charset w:val="4D"/>
    <w:family w:val="auto"/>
    <w:notTrueType/>
    <w:pitch w:val="variable"/>
    <w:sig w:usb0="A00000AF" w:usb1="5000207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aleway">
    <w:altName w:val="Trebuchet MS"/>
    <w:charset w:val="00"/>
    <w:family w:val="swiss"/>
    <w:pitch w:val="variable"/>
    <w:sig w:usb0="A00000B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25559" w14:textId="77777777" w:rsidR="00644D76" w:rsidRDefault="00644D76" w:rsidP="00F26C2B">
      <w:r>
        <w:separator/>
      </w:r>
    </w:p>
  </w:footnote>
  <w:footnote w:type="continuationSeparator" w:id="0">
    <w:p w14:paraId="6F9F556B" w14:textId="77777777" w:rsidR="00644D76" w:rsidRDefault="00644D76" w:rsidP="00F2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F5425" w14:textId="77777777" w:rsidR="00F26C2B" w:rsidRDefault="00F26C2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F454E26" wp14:editId="30D3ECE2">
          <wp:simplePos x="0" y="0"/>
          <wp:positionH relativeFrom="column">
            <wp:posOffset>-908050</wp:posOffset>
          </wp:positionH>
          <wp:positionV relativeFrom="paragraph">
            <wp:posOffset>-462280</wp:posOffset>
          </wp:positionV>
          <wp:extent cx="7574400" cy="10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SICHT_Briefpapier_LM_2.Seit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160"/>
    <w:rsid w:val="00025AB4"/>
    <w:rsid w:val="00032D3F"/>
    <w:rsid w:val="000672EB"/>
    <w:rsid w:val="00093CC0"/>
    <w:rsid w:val="000A1829"/>
    <w:rsid w:val="000B4C4B"/>
    <w:rsid w:val="000C5ED0"/>
    <w:rsid w:val="0013212A"/>
    <w:rsid w:val="001327E0"/>
    <w:rsid w:val="00141B75"/>
    <w:rsid w:val="00147FED"/>
    <w:rsid w:val="0016311C"/>
    <w:rsid w:val="001B1072"/>
    <w:rsid w:val="001B2179"/>
    <w:rsid w:val="001B7975"/>
    <w:rsid w:val="001D22B3"/>
    <w:rsid w:val="00220E3C"/>
    <w:rsid w:val="002544F8"/>
    <w:rsid w:val="0025679B"/>
    <w:rsid w:val="00292461"/>
    <w:rsid w:val="0029492A"/>
    <w:rsid w:val="002979D3"/>
    <w:rsid w:val="002C4523"/>
    <w:rsid w:val="002E0CC1"/>
    <w:rsid w:val="00331EAA"/>
    <w:rsid w:val="00334166"/>
    <w:rsid w:val="00344EE1"/>
    <w:rsid w:val="00355C1A"/>
    <w:rsid w:val="0037750F"/>
    <w:rsid w:val="003A3D9B"/>
    <w:rsid w:val="003A7834"/>
    <w:rsid w:val="003F2441"/>
    <w:rsid w:val="00401160"/>
    <w:rsid w:val="00420E12"/>
    <w:rsid w:val="004922F8"/>
    <w:rsid w:val="0049469A"/>
    <w:rsid w:val="004C5401"/>
    <w:rsid w:val="004E042B"/>
    <w:rsid w:val="00511584"/>
    <w:rsid w:val="00513780"/>
    <w:rsid w:val="005A1382"/>
    <w:rsid w:val="006044A0"/>
    <w:rsid w:val="006046B7"/>
    <w:rsid w:val="00631EEF"/>
    <w:rsid w:val="00644D76"/>
    <w:rsid w:val="00666379"/>
    <w:rsid w:val="0073390B"/>
    <w:rsid w:val="00786C3E"/>
    <w:rsid w:val="007B35B9"/>
    <w:rsid w:val="007F431D"/>
    <w:rsid w:val="00814284"/>
    <w:rsid w:val="00840813"/>
    <w:rsid w:val="008A4122"/>
    <w:rsid w:val="008E01B3"/>
    <w:rsid w:val="008E0582"/>
    <w:rsid w:val="008E6372"/>
    <w:rsid w:val="009155FF"/>
    <w:rsid w:val="00916316"/>
    <w:rsid w:val="00950C99"/>
    <w:rsid w:val="00957FC1"/>
    <w:rsid w:val="009946C2"/>
    <w:rsid w:val="00996601"/>
    <w:rsid w:val="009A7E76"/>
    <w:rsid w:val="00A13D36"/>
    <w:rsid w:val="00A51DC3"/>
    <w:rsid w:val="00A6476D"/>
    <w:rsid w:val="00A763A7"/>
    <w:rsid w:val="00A94D97"/>
    <w:rsid w:val="00AA1BCD"/>
    <w:rsid w:val="00AD0A1D"/>
    <w:rsid w:val="00AD623E"/>
    <w:rsid w:val="00B01EA5"/>
    <w:rsid w:val="00B667C3"/>
    <w:rsid w:val="00BF34BF"/>
    <w:rsid w:val="00BF3A3C"/>
    <w:rsid w:val="00C303BF"/>
    <w:rsid w:val="00C91ECE"/>
    <w:rsid w:val="00CA6FD6"/>
    <w:rsid w:val="00CC7667"/>
    <w:rsid w:val="00D160F0"/>
    <w:rsid w:val="00D21958"/>
    <w:rsid w:val="00D24A8E"/>
    <w:rsid w:val="00D44054"/>
    <w:rsid w:val="00D53810"/>
    <w:rsid w:val="00D60263"/>
    <w:rsid w:val="00D64EDF"/>
    <w:rsid w:val="00D977F9"/>
    <w:rsid w:val="00DD15F9"/>
    <w:rsid w:val="00E27278"/>
    <w:rsid w:val="00E70201"/>
    <w:rsid w:val="00E810EB"/>
    <w:rsid w:val="00EB1AFD"/>
    <w:rsid w:val="00EE456D"/>
    <w:rsid w:val="00EE6154"/>
    <w:rsid w:val="00F06E13"/>
    <w:rsid w:val="00F26C2B"/>
    <w:rsid w:val="00F90007"/>
    <w:rsid w:val="00FA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49406"/>
  <w14:defaultImageDpi w14:val="32767"/>
  <w15:chartTrackingRefBased/>
  <w15:docId w15:val="{1B085F24-90D8-49D3-9FF9-0DD5963A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E042B"/>
    <w:pPr>
      <w:overflowPunct w:val="0"/>
      <w:autoSpaceDE w:val="0"/>
      <w:autoSpaceDN w:val="0"/>
      <w:adjustRightInd w:val="0"/>
      <w:textAlignment w:val="baseline"/>
    </w:pPr>
    <w:rPr>
      <w:rFonts w:ascii="Brix Sans Regular" w:hAnsi="Brix Sans Regular" w:cs="Times New Roman"/>
      <w:sz w:val="2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reatmentAbsatz">
    <w:name w:val="Treatment Absatz"/>
    <w:basedOn w:val="Standard"/>
    <w:qFormat/>
    <w:rsid w:val="007B35B9"/>
    <w:pPr>
      <w:spacing w:line="360" w:lineRule="auto"/>
      <w:ind w:right="227"/>
      <w:textAlignment w:val="center"/>
    </w:pPr>
    <w:rPr>
      <w:rFonts w:ascii="Courier New" w:hAnsi="Courier New" w:cs="Courier New"/>
      <w:color w:val="000000" w:themeColor="text1"/>
    </w:rPr>
  </w:style>
  <w:style w:type="paragraph" w:customStyle="1" w:styleId="TreatmantSprache">
    <w:name w:val="Treatmant Sprache"/>
    <w:basedOn w:val="Standard"/>
    <w:next w:val="TreatmentAbsatz"/>
    <w:qFormat/>
    <w:rsid w:val="000C5ED0"/>
    <w:pPr>
      <w:spacing w:before="240" w:after="240" w:line="360" w:lineRule="auto"/>
      <w:ind w:left="709" w:right="227"/>
      <w:textAlignment w:val="center"/>
    </w:pPr>
    <w:rPr>
      <w:rFonts w:ascii="Courier New" w:hAnsi="Courier New" w:cs="Courier New"/>
      <w:b/>
      <w:i/>
      <w:color w:val="000000"/>
    </w:r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66379"/>
    <w:rPr>
      <w:color w:val="C00000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379"/>
    <w:rPr>
      <w:color w:val="C00000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3780"/>
    <w:rPr>
      <w:color w:val="C0000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96601"/>
    <w:rPr>
      <w:b/>
      <w:i w:val="0"/>
      <w:color w:val="CF185F"/>
      <w:u w:val="single"/>
    </w:rPr>
  </w:style>
  <w:style w:type="paragraph" w:styleId="Listenabsatz">
    <w:name w:val="List Paragraph"/>
    <w:basedOn w:val="Standard"/>
    <w:uiPriority w:val="34"/>
    <w:qFormat/>
    <w:rsid w:val="00C91ECE"/>
    <w:pPr>
      <w:spacing w:after="120"/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6C2B"/>
    <w:rPr>
      <w:rFonts w:ascii="Brix Sans Regular" w:hAnsi="Brix Sans Regular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6C2B"/>
    <w:rPr>
      <w:rFonts w:ascii="Brix Sans Regular" w:hAnsi="Brix Sans Regular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unhideWhenUsed/>
    <w:rsid w:val="007F431D"/>
    <w:pPr>
      <w:overflowPunct/>
      <w:autoSpaceDE/>
      <w:autoSpaceDN/>
      <w:adjustRightInd/>
      <w:spacing w:after="100" w:afterAutospacing="1"/>
      <w:textAlignment w:val="auto"/>
    </w:pPr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rsid w:val="007F4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utschebahn.com/lieferante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tanja.nuernberger@lingner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Documents\Business\Kunden\Lingner\Allgemeines\LM_Pressemeldu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LM_Pressemeldung</Template>
  <TotalTime>0</TotalTime>
  <Pages>4</Pages>
  <Words>812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Nürnberger</dc:creator>
  <cp:keywords/>
  <dc:description/>
  <cp:lastModifiedBy>Tanja Nürnberger</cp:lastModifiedBy>
  <cp:revision>8</cp:revision>
  <dcterms:created xsi:type="dcterms:W3CDTF">2023-01-11T14:13:00Z</dcterms:created>
  <dcterms:modified xsi:type="dcterms:W3CDTF">2023-01-17T07:14:00Z</dcterms:modified>
</cp:coreProperties>
</file>