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D5226" w14:textId="77777777"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3C0533C7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2EA02712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5107A5D8" w14:textId="77777777" w:rsidR="009267F6" w:rsidRPr="00823E20" w:rsidRDefault="00EB6923" w:rsidP="009267F6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Silikonkompetenz im Web</w:t>
      </w:r>
    </w:p>
    <w:p w14:paraId="2D72342D" w14:textId="77777777" w:rsidR="009267F6" w:rsidRDefault="009267F6" w:rsidP="009267F6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Lingner Marketing </w:t>
      </w:r>
      <w:r w:rsidR="00EB6923">
        <w:rPr>
          <w:rFonts w:ascii="Raleway" w:hAnsi="Raleway"/>
          <w:b/>
          <w:sz w:val="24"/>
          <w:szCs w:val="24"/>
        </w:rPr>
        <w:t xml:space="preserve">realisiert </w:t>
      </w:r>
      <w:r w:rsidR="00563CE7">
        <w:rPr>
          <w:rFonts w:ascii="Raleway" w:hAnsi="Raleway"/>
          <w:b/>
          <w:sz w:val="24"/>
          <w:szCs w:val="24"/>
        </w:rPr>
        <w:t>Micro</w:t>
      </w:r>
      <w:r w:rsidR="00EB6923">
        <w:rPr>
          <w:rFonts w:ascii="Raleway" w:hAnsi="Raleway"/>
          <w:b/>
          <w:sz w:val="24"/>
          <w:szCs w:val="24"/>
        </w:rPr>
        <w:t xml:space="preserve">site für </w:t>
      </w:r>
      <w:proofErr w:type="spellStart"/>
      <w:r w:rsidR="00EB6923">
        <w:rPr>
          <w:rFonts w:ascii="Raleway" w:hAnsi="Raleway"/>
          <w:b/>
          <w:sz w:val="24"/>
          <w:szCs w:val="24"/>
        </w:rPr>
        <w:t>Silnova</w:t>
      </w:r>
      <w:proofErr w:type="spellEnd"/>
    </w:p>
    <w:p w14:paraId="11485A9F" w14:textId="77777777" w:rsidR="009267F6" w:rsidRDefault="009267F6" w:rsidP="009267F6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1FC9490D" w14:textId="0526C408" w:rsidR="009267F6" w:rsidRDefault="00EB6923" w:rsidP="009267F6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Für die Entwicklung maßgeschn</w:t>
      </w:r>
      <w:r w:rsidR="00DA4397">
        <w:rPr>
          <w:rFonts w:ascii="Raleway" w:hAnsi="Raleway"/>
          <w:i/>
          <w:szCs w:val="22"/>
        </w:rPr>
        <w:t>eiderter</w:t>
      </w:r>
      <w:r>
        <w:rPr>
          <w:rFonts w:ascii="Raleway" w:hAnsi="Raleway"/>
          <w:i/>
          <w:szCs w:val="22"/>
        </w:rPr>
        <w:t xml:space="preserve"> Silikonlösungen bündeln die Unternehmen </w:t>
      </w:r>
      <w:r w:rsidR="00DA4397">
        <w:rPr>
          <w:rFonts w:ascii="Raleway" w:hAnsi="Raleway"/>
          <w:i/>
          <w:szCs w:val="22"/>
        </w:rPr>
        <w:t>RAUMEDIC</w:t>
      </w:r>
      <w:r>
        <w:rPr>
          <w:rFonts w:ascii="Raleway" w:hAnsi="Raleway"/>
          <w:i/>
          <w:szCs w:val="22"/>
        </w:rPr>
        <w:t xml:space="preserve"> und REHAU ihre Kompetenz </w:t>
      </w:r>
      <w:r w:rsidR="00C932F6">
        <w:rPr>
          <w:rFonts w:ascii="Raleway" w:hAnsi="Raleway"/>
          <w:i/>
          <w:szCs w:val="22"/>
        </w:rPr>
        <w:t xml:space="preserve">in dem neu </w:t>
      </w:r>
      <w:r>
        <w:rPr>
          <w:rFonts w:ascii="Raleway" w:hAnsi="Raleway"/>
          <w:i/>
          <w:szCs w:val="22"/>
        </w:rPr>
        <w:t>g</w:t>
      </w:r>
      <w:r w:rsidR="0082349E">
        <w:rPr>
          <w:rFonts w:ascii="Raleway" w:hAnsi="Raleway"/>
          <w:i/>
          <w:szCs w:val="22"/>
        </w:rPr>
        <w:t>eg</w:t>
      </w:r>
      <w:r>
        <w:rPr>
          <w:rFonts w:ascii="Raleway" w:hAnsi="Raleway"/>
          <w:i/>
          <w:szCs w:val="22"/>
        </w:rPr>
        <w:t>ründeten</w:t>
      </w:r>
      <w:r w:rsidR="00C932F6">
        <w:rPr>
          <w:rFonts w:ascii="Raleway" w:hAnsi="Raleway"/>
          <w:i/>
          <w:szCs w:val="22"/>
        </w:rPr>
        <w:t xml:space="preserve"> Unternehmen</w:t>
      </w:r>
      <w:r>
        <w:rPr>
          <w:rFonts w:ascii="Raleway" w:hAnsi="Raleway"/>
          <w:i/>
          <w:szCs w:val="22"/>
        </w:rPr>
        <w:t xml:space="preserve"> </w:t>
      </w:r>
      <w:proofErr w:type="spellStart"/>
      <w:r>
        <w:rPr>
          <w:rFonts w:ascii="Raleway" w:hAnsi="Raleway"/>
          <w:i/>
          <w:szCs w:val="22"/>
        </w:rPr>
        <w:t>Silnova</w:t>
      </w:r>
      <w:proofErr w:type="spellEnd"/>
      <w:r>
        <w:rPr>
          <w:rFonts w:ascii="Raleway" w:hAnsi="Raleway"/>
          <w:i/>
          <w:szCs w:val="22"/>
        </w:rPr>
        <w:t xml:space="preserve">. Die </w:t>
      </w:r>
      <w:r w:rsidR="00563CE7">
        <w:rPr>
          <w:rFonts w:ascii="Raleway" w:hAnsi="Raleway"/>
          <w:i/>
          <w:szCs w:val="22"/>
        </w:rPr>
        <w:t>Micro</w:t>
      </w:r>
      <w:r>
        <w:rPr>
          <w:rFonts w:ascii="Raleway" w:hAnsi="Raleway"/>
          <w:i/>
          <w:szCs w:val="22"/>
        </w:rPr>
        <w:t xml:space="preserve">site </w:t>
      </w:r>
      <w:r w:rsidR="00C932F6">
        <w:rPr>
          <w:rFonts w:ascii="Raleway" w:hAnsi="Raleway"/>
          <w:i/>
          <w:szCs w:val="22"/>
        </w:rPr>
        <w:t>hierfür</w:t>
      </w:r>
      <w:r>
        <w:rPr>
          <w:rFonts w:ascii="Raleway" w:hAnsi="Raleway"/>
          <w:i/>
          <w:szCs w:val="22"/>
        </w:rPr>
        <w:t xml:space="preserve"> realisierte Lingner Marketing aus Fürth. </w:t>
      </w:r>
    </w:p>
    <w:p w14:paraId="08042F8C" w14:textId="77777777" w:rsidR="009267F6" w:rsidRDefault="009267F6" w:rsidP="009267F6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23A0CDB3" w14:textId="5D2DBD8A" w:rsidR="00563CE7" w:rsidRDefault="009267F6" w:rsidP="009267F6">
      <w:pPr>
        <w:spacing w:line="360" w:lineRule="auto"/>
        <w:ind w:right="1128"/>
        <w:jc w:val="both"/>
        <w:rPr>
          <w:rFonts w:ascii="Raleway" w:hAnsi="Raleway"/>
          <w:szCs w:val="22"/>
        </w:rPr>
      </w:pPr>
      <w:r w:rsidRPr="00FE21DF">
        <w:rPr>
          <w:rFonts w:ascii="Raleway" w:hAnsi="Raleway"/>
          <w:szCs w:val="22"/>
        </w:rPr>
        <w:t xml:space="preserve">FÜRTH, </w:t>
      </w:r>
      <w:r w:rsidR="006775BC">
        <w:rPr>
          <w:rFonts w:ascii="Raleway" w:hAnsi="Raleway"/>
          <w:szCs w:val="22"/>
        </w:rPr>
        <w:t>September</w:t>
      </w:r>
      <w:r w:rsidRPr="00FE21DF">
        <w:rPr>
          <w:rFonts w:ascii="Raleway" w:hAnsi="Raleway"/>
          <w:szCs w:val="22"/>
        </w:rPr>
        <w:t xml:space="preserve"> 2022 – </w:t>
      </w:r>
      <w:r w:rsidR="00C932F6">
        <w:rPr>
          <w:rFonts w:ascii="Raleway" w:hAnsi="Raleway"/>
          <w:szCs w:val="22"/>
        </w:rPr>
        <w:t xml:space="preserve">Eine Synergie aus blau und gelb </w:t>
      </w:r>
      <w:r w:rsidR="00DA4397">
        <w:rPr>
          <w:rFonts w:ascii="Raleway" w:hAnsi="Raleway"/>
          <w:szCs w:val="22"/>
        </w:rPr>
        <w:t>weist</w:t>
      </w:r>
      <w:r w:rsidR="00C932F6">
        <w:rPr>
          <w:rFonts w:ascii="Raleway" w:hAnsi="Raleway"/>
          <w:szCs w:val="22"/>
        </w:rPr>
        <w:t xml:space="preserve"> bereits auf der Startseite der neuen Website de</w:t>
      </w:r>
      <w:r w:rsidR="00DA4397">
        <w:rPr>
          <w:rFonts w:ascii="Raleway" w:hAnsi="Raleway"/>
          <w:szCs w:val="22"/>
        </w:rPr>
        <w:t xml:space="preserve">r neu gegründeten </w:t>
      </w:r>
      <w:proofErr w:type="spellStart"/>
      <w:r w:rsidR="00DA4397">
        <w:rPr>
          <w:rFonts w:ascii="Raleway" w:hAnsi="Raleway"/>
          <w:szCs w:val="22"/>
        </w:rPr>
        <w:t>Silnova</w:t>
      </w:r>
      <w:proofErr w:type="spellEnd"/>
      <w:r w:rsidR="00DA4397">
        <w:rPr>
          <w:rFonts w:ascii="Raleway" w:hAnsi="Raleway"/>
          <w:szCs w:val="22"/>
        </w:rPr>
        <w:t xml:space="preserve"> GmbH auf den Unternehmenszweck hin. Denn hier bündeln RAUMEDIC und REHAU </w:t>
      </w:r>
      <w:r w:rsidR="0078107C">
        <w:rPr>
          <w:rFonts w:ascii="Raleway" w:hAnsi="Raleway"/>
          <w:szCs w:val="22"/>
        </w:rPr>
        <w:t xml:space="preserve">seit kurzem </w:t>
      </w:r>
      <w:r w:rsidR="00DA4397">
        <w:rPr>
          <w:rFonts w:ascii="Raleway" w:hAnsi="Raleway"/>
          <w:szCs w:val="22"/>
        </w:rPr>
        <w:t xml:space="preserve">ihr großes Know-how im Bereich der Silikonentwicklung für verschiedenste Branchen. Dabei verschmelzen Materialkompetenz und Branchenkenntnis </w:t>
      </w:r>
      <w:r w:rsidR="00563CE7">
        <w:rPr>
          <w:rFonts w:ascii="Raleway" w:hAnsi="Raleway"/>
          <w:szCs w:val="22"/>
        </w:rPr>
        <w:t xml:space="preserve">auf </w:t>
      </w:r>
      <w:r w:rsidR="0078107C">
        <w:rPr>
          <w:rFonts w:ascii="Raleway" w:hAnsi="Raleway"/>
          <w:szCs w:val="22"/>
        </w:rPr>
        <w:t xml:space="preserve">wirksame </w:t>
      </w:r>
      <w:r w:rsidR="00563CE7">
        <w:rPr>
          <w:rFonts w:ascii="Raleway" w:hAnsi="Raleway"/>
          <w:szCs w:val="22"/>
        </w:rPr>
        <w:t xml:space="preserve">Weise </w:t>
      </w:r>
      <w:r w:rsidR="00DA4397">
        <w:rPr>
          <w:rFonts w:ascii="Raleway" w:hAnsi="Raleway"/>
          <w:szCs w:val="22"/>
        </w:rPr>
        <w:t xml:space="preserve">und sind die Basis für kundenspezifische </w:t>
      </w:r>
      <w:r w:rsidR="00DA4397" w:rsidRPr="00DA4397">
        <w:rPr>
          <w:rFonts w:ascii="Raleway" w:hAnsi="Raleway"/>
          <w:szCs w:val="22"/>
        </w:rPr>
        <w:t>Schläuche, Dichtunge</w:t>
      </w:r>
      <w:r w:rsidR="00E510CB">
        <w:rPr>
          <w:rFonts w:ascii="Raleway" w:hAnsi="Raleway"/>
          <w:szCs w:val="22"/>
        </w:rPr>
        <w:t>n</w:t>
      </w:r>
      <w:r w:rsidR="00DA4397" w:rsidRPr="00DA4397">
        <w:rPr>
          <w:rFonts w:ascii="Raleway" w:hAnsi="Raleway"/>
          <w:szCs w:val="22"/>
        </w:rPr>
        <w:t xml:space="preserve"> und Formteile aus Siliko</w:t>
      </w:r>
      <w:r w:rsidR="00DA4397">
        <w:rPr>
          <w:rFonts w:ascii="Raleway" w:hAnsi="Raleway"/>
          <w:szCs w:val="22"/>
        </w:rPr>
        <w:t xml:space="preserve">n. </w:t>
      </w:r>
    </w:p>
    <w:p w14:paraId="6B001C93" w14:textId="77777777" w:rsidR="00563CE7" w:rsidRDefault="00563CE7" w:rsidP="009267F6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7E55175A" w14:textId="6397BF09" w:rsidR="00344EE1" w:rsidRDefault="00563CE7" w:rsidP="00563CE7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Mit der Erstellung der Microsite wurde Lingner Marketing aus Fürth beauftragt. Die Agentur realisierte von der Konzeption über </w:t>
      </w:r>
      <w:r w:rsidR="0082349E">
        <w:rPr>
          <w:rFonts w:ascii="Raleway" w:hAnsi="Raleway"/>
          <w:szCs w:val="22"/>
        </w:rPr>
        <w:t>das Screendesign</w:t>
      </w:r>
      <w:r>
        <w:rPr>
          <w:rFonts w:ascii="Raleway" w:hAnsi="Raleway"/>
          <w:szCs w:val="22"/>
        </w:rPr>
        <w:t xml:space="preserve"> bis hin zur Programmierung alles aus einer Hand. Das </w:t>
      </w:r>
      <w:r w:rsidR="0078107C">
        <w:rPr>
          <w:rFonts w:ascii="Raleway" w:hAnsi="Raleway"/>
          <w:szCs w:val="22"/>
        </w:rPr>
        <w:t xml:space="preserve">ansprechende </w:t>
      </w:r>
      <w:r>
        <w:rPr>
          <w:rFonts w:ascii="Raleway" w:hAnsi="Raleway"/>
          <w:szCs w:val="22"/>
        </w:rPr>
        <w:t>Design zieht sich schlüssig durch die gesamte Seite</w:t>
      </w:r>
      <w:r w:rsidR="00771F35">
        <w:rPr>
          <w:rFonts w:ascii="Raleway" w:hAnsi="Raleway"/>
          <w:szCs w:val="22"/>
        </w:rPr>
        <w:t xml:space="preserve">. Neben den Anwendungsbereichen und Kompetenzen, steht </w:t>
      </w:r>
      <w:r>
        <w:rPr>
          <w:rFonts w:ascii="Raleway" w:hAnsi="Raleway"/>
          <w:szCs w:val="22"/>
        </w:rPr>
        <w:t xml:space="preserve">die Kontaktaufnahme klar im Fokus. Pünktlich zum Markenlaunch am 01.Juli 2022 ging die Microsite online. Eine Website mit ausführlicheren Informationen und Inhalten ist derzeit </w:t>
      </w:r>
      <w:r w:rsidR="0082349E">
        <w:rPr>
          <w:rFonts w:ascii="Raleway" w:hAnsi="Raleway"/>
          <w:szCs w:val="22"/>
        </w:rPr>
        <w:t>geplant</w:t>
      </w:r>
      <w:r>
        <w:rPr>
          <w:rFonts w:ascii="Raleway" w:hAnsi="Raleway"/>
          <w:szCs w:val="22"/>
        </w:rPr>
        <w:t xml:space="preserve"> und wird in Kürze folgen.</w:t>
      </w:r>
    </w:p>
    <w:p w14:paraId="216DE3E3" w14:textId="77777777" w:rsidR="00563CE7" w:rsidRDefault="00563CE7" w:rsidP="00563CE7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0FCC4F9D" w14:textId="77777777" w:rsidR="00563CE7" w:rsidRPr="00563CE7" w:rsidRDefault="00563CE7" w:rsidP="00563CE7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Zu finden ist die Mi</w:t>
      </w:r>
      <w:r w:rsidR="00374352">
        <w:rPr>
          <w:rFonts w:ascii="Raleway" w:hAnsi="Raleway"/>
          <w:szCs w:val="22"/>
        </w:rPr>
        <w:t xml:space="preserve">crosite unter: </w:t>
      </w:r>
      <w:hyperlink r:id="rId6" w:history="1">
        <w:r w:rsidR="00374352" w:rsidRPr="004F2FB9">
          <w:rPr>
            <w:rStyle w:val="Hyperlink"/>
            <w:rFonts w:ascii="Raleway" w:hAnsi="Raleway"/>
            <w:szCs w:val="22"/>
          </w:rPr>
          <w:t>www.silnova.eu</w:t>
        </w:r>
      </w:hyperlink>
      <w:r w:rsidR="00374352">
        <w:rPr>
          <w:rFonts w:ascii="Raleway" w:hAnsi="Raleway"/>
          <w:szCs w:val="22"/>
        </w:rPr>
        <w:t xml:space="preserve"> </w:t>
      </w:r>
    </w:p>
    <w:p w14:paraId="2C16ECD7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447206B7" w14:textId="77777777" w:rsidR="007F431D" w:rsidRDefault="007F431D" w:rsidP="00F26C2B">
      <w:pPr>
        <w:ind w:right="1128"/>
        <w:rPr>
          <w:rFonts w:ascii="Raleway" w:hAnsi="Raleway"/>
          <w:b/>
        </w:rPr>
      </w:pPr>
      <w:bookmarkStart w:id="0" w:name="_GoBack"/>
      <w:bookmarkEnd w:id="0"/>
    </w:p>
    <w:p w14:paraId="65786555" w14:textId="77777777"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56D45953" w14:textId="77777777"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>n Erfolg ihrer Kundinnen und Kunden. Gegründet als klassische Werbeagentur im Jahr 1989 hat 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</w:t>
      </w:r>
      <w:r>
        <w:rPr>
          <w:rFonts w:ascii="Raleway" w:hAnsi="Raleway"/>
          <w:i/>
          <w:sz w:val="20"/>
        </w:rPr>
        <w:lastRenderedPageBreak/>
        <w:t xml:space="preserve">und reicht bis hin zur crossmedialen Umsetzung von Online- und Offline-Maßnahmen. Beheimatet im mittelfränkischen Fürth beschäftigt die Agentur derzeit 48 Angestellte. </w:t>
      </w:r>
    </w:p>
    <w:p w14:paraId="2B73B120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105EE8A7" w14:textId="089912C4" w:rsidR="007F431D" w:rsidRDefault="007F431D" w:rsidP="00F26C2B">
      <w:pPr>
        <w:ind w:right="1128"/>
        <w:rPr>
          <w:rFonts w:ascii="Raleway" w:hAnsi="Raleway"/>
          <w:b/>
        </w:rPr>
      </w:pPr>
    </w:p>
    <w:p w14:paraId="7371AEF5" w14:textId="75B73D2F" w:rsidR="00BB5056" w:rsidRDefault="00BB5056" w:rsidP="00F26C2B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</w:t>
      </w:r>
    </w:p>
    <w:p w14:paraId="11B3291E" w14:textId="77777777" w:rsidR="00BB5056" w:rsidRDefault="00BB5056" w:rsidP="00F26C2B">
      <w:pPr>
        <w:ind w:right="1128"/>
        <w:rPr>
          <w:rFonts w:ascii="Raleway" w:hAnsi="Raleway"/>
          <w:b/>
          <w:u w:val="single"/>
        </w:rPr>
      </w:pPr>
    </w:p>
    <w:p w14:paraId="6801B3F3" w14:textId="489BF53E" w:rsidR="00BB5056" w:rsidRDefault="00BB5056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221C3A1F" wp14:editId="1AC15358">
            <wp:extent cx="4387345" cy="1800000"/>
            <wp:effectExtent l="19050" t="19050" r="13335" b="1016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ndingpage_Startseite_Desktop-ac_CMYK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7345" cy="180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A3F4F7" w14:textId="53A63C6A" w:rsidR="00BB5056" w:rsidRDefault="00BB5056" w:rsidP="00F26C2B">
      <w:pPr>
        <w:ind w:right="1128"/>
        <w:rPr>
          <w:rFonts w:ascii="Raleway" w:hAnsi="Raleway"/>
          <w:b/>
        </w:rPr>
      </w:pPr>
    </w:p>
    <w:p w14:paraId="2B6881FB" w14:textId="6F97A2E3" w:rsidR="00BB5056" w:rsidRPr="00BB5056" w:rsidRDefault="00BB5056" w:rsidP="00F26C2B">
      <w:pPr>
        <w:ind w:right="1128"/>
        <w:rPr>
          <w:rFonts w:ascii="Raleway" w:hAnsi="Raleway"/>
          <w:i/>
        </w:rPr>
      </w:pPr>
      <w:r w:rsidRPr="00BB5056">
        <w:rPr>
          <w:rFonts w:ascii="Raleway" w:hAnsi="Raleway"/>
          <w:i/>
        </w:rPr>
        <w:t>Lingner Marketing realisierte von der Konzeption über das Screendesign bis hin zur Programmierung alles aus einer Hand.</w:t>
      </w:r>
    </w:p>
    <w:p w14:paraId="00BC3472" w14:textId="2750CD5C" w:rsidR="00BB5056" w:rsidRDefault="00BB5056" w:rsidP="00F26C2B">
      <w:pPr>
        <w:ind w:right="1128"/>
        <w:rPr>
          <w:rFonts w:ascii="Raleway" w:hAnsi="Raleway"/>
          <w:b/>
        </w:rPr>
      </w:pPr>
    </w:p>
    <w:p w14:paraId="61E315AA" w14:textId="5FC31364" w:rsidR="00BB5056" w:rsidRDefault="00BB5056" w:rsidP="00F26C2B">
      <w:pPr>
        <w:ind w:right="1128"/>
        <w:rPr>
          <w:rFonts w:ascii="Raleway" w:hAnsi="Raleway"/>
          <w:b/>
        </w:rPr>
      </w:pPr>
    </w:p>
    <w:p w14:paraId="59CBCE1A" w14:textId="7AAE8F10" w:rsidR="00BB5056" w:rsidRDefault="00BB5056" w:rsidP="00F26C2B">
      <w:pPr>
        <w:ind w:right="1128"/>
        <w:rPr>
          <w:rFonts w:ascii="Raleway" w:hAnsi="Raleway"/>
          <w:b/>
        </w:rPr>
      </w:pPr>
    </w:p>
    <w:p w14:paraId="15B34DEE" w14:textId="77777777" w:rsidR="00BB5056" w:rsidRDefault="00BB5056" w:rsidP="00F26C2B">
      <w:pPr>
        <w:ind w:right="1128"/>
        <w:rPr>
          <w:rFonts w:ascii="Raleway" w:hAnsi="Raleway"/>
          <w:b/>
        </w:rPr>
      </w:pPr>
    </w:p>
    <w:p w14:paraId="241001D9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14:paraId="152397A2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117CE55D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8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7F77ED82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133AD" w14:textId="77777777" w:rsidR="002F1D9A" w:rsidRDefault="002F1D9A" w:rsidP="00F26C2B">
      <w:r>
        <w:separator/>
      </w:r>
    </w:p>
  </w:endnote>
  <w:endnote w:type="continuationSeparator" w:id="0">
    <w:p w14:paraId="1C5A84CB" w14:textId="77777777" w:rsidR="002F1D9A" w:rsidRDefault="002F1D9A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05B9A" w14:textId="77777777" w:rsidR="00442FE0" w:rsidRDefault="00442F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525067"/>
      <w:docPartObj>
        <w:docPartGallery w:val="Page Numbers (Bottom of Page)"/>
        <w:docPartUnique/>
      </w:docPartObj>
    </w:sdtPr>
    <w:sdtEndPr/>
    <w:sdtContent>
      <w:sdt>
        <w:sdtPr>
          <w:rPr>
            <w:rFonts w:ascii="Raleway" w:hAnsi="Raleway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D163E3" w14:textId="3C5B1CDB" w:rsidR="00442FE0" w:rsidRPr="00442FE0" w:rsidRDefault="00442FE0" w:rsidP="00442FE0">
            <w:pPr>
              <w:pStyle w:val="Fuzeile"/>
              <w:jc w:val="center"/>
              <w:rPr>
                <w:rFonts w:ascii="Raleway" w:hAnsi="Raleway"/>
                <w:sz w:val="18"/>
                <w:szCs w:val="18"/>
              </w:rPr>
            </w:pPr>
            <w:r>
              <w:rPr>
                <w:rFonts w:ascii="Raleway" w:hAnsi="Raleway"/>
                <w:sz w:val="18"/>
                <w:szCs w:val="18"/>
              </w:rPr>
              <w:t xml:space="preserve">Seite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PAGE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1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  <w:r>
              <w:rPr>
                <w:rFonts w:ascii="Raleway" w:hAnsi="Raleway"/>
                <w:sz w:val="18"/>
                <w:szCs w:val="18"/>
              </w:rPr>
              <w:t xml:space="preserve"> von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NUMPAGES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4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7F9EC7" w14:textId="77777777" w:rsidR="00442FE0" w:rsidRDefault="00442FE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609E4" w14:textId="77777777" w:rsidR="00442FE0" w:rsidRDefault="00442F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D6B52" w14:textId="77777777" w:rsidR="002F1D9A" w:rsidRDefault="002F1D9A" w:rsidP="00F26C2B">
      <w:r>
        <w:separator/>
      </w:r>
    </w:p>
  </w:footnote>
  <w:footnote w:type="continuationSeparator" w:id="0">
    <w:p w14:paraId="52185744" w14:textId="77777777" w:rsidR="002F1D9A" w:rsidRDefault="002F1D9A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757D" w14:textId="77777777" w:rsidR="00442FE0" w:rsidRDefault="00442F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3B795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226CC2" wp14:editId="4DB315A7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41BEA" w14:textId="77777777" w:rsidR="00442FE0" w:rsidRDefault="00442F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F6"/>
    <w:rsid w:val="00025AB4"/>
    <w:rsid w:val="000A1829"/>
    <w:rsid w:val="000C5ED0"/>
    <w:rsid w:val="001D22B3"/>
    <w:rsid w:val="00253623"/>
    <w:rsid w:val="002F1D9A"/>
    <w:rsid w:val="00331EAA"/>
    <w:rsid w:val="00344EE1"/>
    <w:rsid w:val="00374352"/>
    <w:rsid w:val="003A3D9B"/>
    <w:rsid w:val="00442FE0"/>
    <w:rsid w:val="004E042B"/>
    <w:rsid w:val="005061D8"/>
    <w:rsid w:val="00513780"/>
    <w:rsid w:val="00523151"/>
    <w:rsid w:val="00537148"/>
    <w:rsid w:val="00563CE7"/>
    <w:rsid w:val="00666379"/>
    <w:rsid w:val="006775BC"/>
    <w:rsid w:val="00771F35"/>
    <w:rsid w:val="0078107C"/>
    <w:rsid w:val="007B35B9"/>
    <w:rsid w:val="007F431D"/>
    <w:rsid w:val="00814284"/>
    <w:rsid w:val="0082349E"/>
    <w:rsid w:val="009267F6"/>
    <w:rsid w:val="00991E56"/>
    <w:rsid w:val="00996601"/>
    <w:rsid w:val="009A7E76"/>
    <w:rsid w:val="00A35307"/>
    <w:rsid w:val="00A6476D"/>
    <w:rsid w:val="00AA1BCD"/>
    <w:rsid w:val="00B01EA5"/>
    <w:rsid w:val="00BB5056"/>
    <w:rsid w:val="00BF3A3C"/>
    <w:rsid w:val="00C91ECE"/>
    <w:rsid w:val="00C932F6"/>
    <w:rsid w:val="00CA6FD6"/>
    <w:rsid w:val="00D21958"/>
    <w:rsid w:val="00D44054"/>
    <w:rsid w:val="00DA4397"/>
    <w:rsid w:val="00E510CB"/>
    <w:rsid w:val="00E70201"/>
    <w:rsid w:val="00EB1AFD"/>
    <w:rsid w:val="00EB6923"/>
    <w:rsid w:val="00F26C2B"/>
    <w:rsid w:val="00FE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0CA0C"/>
  <w14:defaultImageDpi w14:val="32767"/>
  <w15:chartTrackingRefBased/>
  <w15:docId w15:val="{75E1BDDA-626B-4AC5-BBCF-753E1D03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nuernberger@lingner.d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ilnova.e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2</Pages>
  <Words>338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12</cp:revision>
  <dcterms:created xsi:type="dcterms:W3CDTF">2022-08-10T06:20:00Z</dcterms:created>
  <dcterms:modified xsi:type="dcterms:W3CDTF">2023-01-13T07:30:00Z</dcterms:modified>
</cp:coreProperties>
</file>