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791BD" w14:textId="77777777" w:rsidR="00170945" w:rsidRPr="009A7E76" w:rsidRDefault="009A7E76" w:rsidP="00F26C2B">
      <w:pPr>
        <w:ind w:right="1128"/>
        <w:rPr>
          <w:rFonts w:ascii="Raleway" w:hAnsi="Raleway"/>
          <w:b/>
          <w:sz w:val="28"/>
          <w:szCs w:val="28"/>
        </w:rPr>
      </w:pPr>
      <w:r w:rsidRPr="009A7E76">
        <w:rPr>
          <w:rFonts w:ascii="Raleway" w:hAnsi="Raleway"/>
          <w:b/>
          <w:sz w:val="28"/>
          <w:szCs w:val="28"/>
        </w:rPr>
        <w:t>PRESSEINFORMATION</w:t>
      </w:r>
    </w:p>
    <w:p w14:paraId="4F7EC32C" w14:textId="77777777" w:rsidR="009A7E76" w:rsidRDefault="009A7E76" w:rsidP="00F26C2B">
      <w:pPr>
        <w:ind w:right="1128"/>
        <w:rPr>
          <w:rFonts w:ascii="Raleway" w:hAnsi="Raleway"/>
          <w:b/>
        </w:rPr>
      </w:pPr>
    </w:p>
    <w:p w14:paraId="4D123BB6" w14:textId="77777777" w:rsidR="009A7E76" w:rsidRDefault="009A7E76" w:rsidP="00F26C2B">
      <w:pPr>
        <w:ind w:right="1128"/>
        <w:rPr>
          <w:rFonts w:ascii="Raleway" w:hAnsi="Raleway"/>
          <w:b/>
        </w:rPr>
      </w:pPr>
    </w:p>
    <w:p w14:paraId="4F898EF5" w14:textId="20915044" w:rsidR="00F06272" w:rsidRPr="00823E20" w:rsidRDefault="00D62F61" w:rsidP="00F06272">
      <w:pPr>
        <w:spacing w:line="360" w:lineRule="auto"/>
        <w:ind w:right="1128"/>
        <w:jc w:val="both"/>
        <w:rPr>
          <w:rFonts w:ascii="Raleway" w:hAnsi="Raleway"/>
          <w:b/>
          <w:sz w:val="20"/>
        </w:rPr>
      </w:pPr>
      <w:r>
        <w:rPr>
          <w:rFonts w:ascii="Raleway" w:hAnsi="Raleway"/>
          <w:b/>
          <w:sz w:val="20"/>
        </w:rPr>
        <w:t>Spannender Jahresrückblick</w:t>
      </w:r>
    </w:p>
    <w:p w14:paraId="6B3E1EAC" w14:textId="58CBA67B" w:rsidR="00F06272" w:rsidRDefault="002D7F93" w:rsidP="00F06272">
      <w:pPr>
        <w:spacing w:line="360" w:lineRule="auto"/>
        <w:ind w:right="1128"/>
        <w:jc w:val="both"/>
        <w:rPr>
          <w:rFonts w:ascii="Raleway" w:hAnsi="Raleway"/>
          <w:b/>
          <w:sz w:val="24"/>
          <w:szCs w:val="24"/>
        </w:rPr>
      </w:pPr>
      <w:r>
        <w:rPr>
          <w:rFonts w:ascii="Raleway" w:hAnsi="Raleway"/>
          <w:b/>
          <w:sz w:val="24"/>
          <w:szCs w:val="24"/>
        </w:rPr>
        <w:t>XITASO setzt auf ein eigenes Corporate Magazin</w:t>
      </w:r>
    </w:p>
    <w:p w14:paraId="492BAC3D" w14:textId="77777777" w:rsidR="00F06272" w:rsidRDefault="00F06272" w:rsidP="00F06272">
      <w:pPr>
        <w:spacing w:line="360" w:lineRule="auto"/>
        <w:ind w:right="1128"/>
        <w:jc w:val="both"/>
        <w:rPr>
          <w:rFonts w:ascii="Raleway" w:hAnsi="Raleway"/>
          <w:b/>
          <w:szCs w:val="22"/>
        </w:rPr>
      </w:pPr>
    </w:p>
    <w:p w14:paraId="2B7B6E76" w14:textId="3C84F29C" w:rsidR="00F06272" w:rsidRDefault="00FA2AF5" w:rsidP="00F06272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  <w:bookmarkStart w:id="0" w:name="_Hlk166492187"/>
      <w:r w:rsidRPr="00FA2AF5">
        <w:rPr>
          <w:rFonts w:ascii="Raleway" w:hAnsi="Raleway"/>
          <w:i/>
          <w:szCs w:val="22"/>
        </w:rPr>
        <w:t xml:space="preserve">Der Digitalisierungspartner und Experte für High-End Software Engineering </w:t>
      </w:r>
      <w:bookmarkEnd w:id="0"/>
      <w:r w:rsidRPr="00FA2AF5">
        <w:rPr>
          <w:rFonts w:ascii="Raleway" w:hAnsi="Raleway"/>
          <w:i/>
          <w:szCs w:val="22"/>
        </w:rPr>
        <w:t>XITASO realisiert</w:t>
      </w:r>
      <w:r>
        <w:rPr>
          <w:rFonts w:ascii="Raleway" w:hAnsi="Raleway"/>
          <w:i/>
          <w:szCs w:val="22"/>
        </w:rPr>
        <w:t>e</w:t>
      </w:r>
      <w:r w:rsidRPr="00FA2AF5">
        <w:rPr>
          <w:rFonts w:ascii="Raleway" w:hAnsi="Raleway"/>
          <w:i/>
          <w:szCs w:val="22"/>
        </w:rPr>
        <w:t xml:space="preserve"> mit Lingner Marketing ein neues Kunden- und Mitarbeitermagazin. Von der Texterstellung über das Layout bis zum Druck l</w:t>
      </w:r>
      <w:r w:rsidR="00727646">
        <w:rPr>
          <w:rFonts w:ascii="Raleway" w:hAnsi="Raleway"/>
          <w:i/>
          <w:szCs w:val="22"/>
        </w:rPr>
        <w:t>ag</w:t>
      </w:r>
      <w:r w:rsidRPr="00FA2AF5">
        <w:rPr>
          <w:rFonts w:ascii="Raleway" w:hAnsi="Raleway"/>
          <w:i/>
          <w:szCs w:val="22"/>
        </w:rPr>
        <w:t xml:space="preserve"> dabei alles in den Händen der Agentur.</w:t>
      </w:r>
    </w:p>
    <w:p w14:paraId="39497797" w14:textId="77777777" w:rsidR="00F06272" w:rsidRDefault="00F06272" w:rsidP="00F06272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</w:p>
    <w:p w14:paraId="527DA3B6" w14:textId="622BBB5F" w:rsidR="00344EE1" w:rsidRDefault="00F06272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FÜRTH, </w:t>
      </w:r>
      <w:r w:rsidR="004472D0">
        <w:rPr>
          <w:rFonts w:ascii="Raleway" w:hAnsi="Raleway"/>
          <w:szCs w:val="22"/>
        </w:rPr>
        <w:t>Juli</w:t>
      </w:r>
      <w:r>
        <w:rPr>
          <w:rFonts w:ascii="Raleway" w:hAnsi="Raleway"/>
          <w:szCs w:val="22"/>
        </w:rPr>
        <w:t xml:space="preserve"> 202</w:t>
      </w:r>
      <w:r w:rsidR="003E4864">
        <w:rPr>
          <w:rFonts w:ascii="Raleway" w:hAnsi="Raleway"/>
          <w:szCs w:val="22"/>
        </w:rPr>
        <w:t>4</w:t>
      </w:r>
      <w:r>
        <w:rPr>
          <w:rFonts w:ascii="Raleway" w:hAnsi="Raleway"/>
          <w:szCs w:val="22"/>
        </w:rPr>
        <w:t xml:space="preserve"> – </w:t>
      </w:r>
      <w:r w:rsidR="00FA2AF5">
        <w:rPr>
          <w:rFonts w:ascii="Raleway" w:hAnsi="Raleway"/>
          <w:szCs w:val="22"/>
        </w:rPr>
        <w:t xml:space="preserve">Um seinen Mitarbeitenden und gleichzeitig auch Kunden </w:t>
      </w:r>
      <w:r w:rsidR="00015997">
        <w:rPr>
          <w:rFonts w:ascii="Raleway" w:hAnsi="Raleway"/>
          <w:szCs w:val="22"/>
        </w:rPr>
        <w:t xml:space="preserve">weltweit </w:t>
      </w:r>
      <w:r w:rsidR="00FA2AF5">
        <w:rPr>
          <w:rFonts w:ascii="Raleway" w:hAnsi="Raleway"/>
          <w:szCs w:val="22"/>
        </w:rPr>
        <w:t>einen ausführlichen Rückblick auf das vergangene Jahr zu geben, setzt XITASO aus Augsburg auf ein Corporate Magazin</w:t>
      </w:r>
      <w:r w:rsidR="004472D0">
        <w:rPr>
          <w:rFonts w:ascii="Raleway" w:hAnsi="Raleway"/>
          <w:szCs w:val="22"/>
        </w:rPr>
        <w:t>, das nach einer längeren Pause in neuem Gewand und unter neuem Namen erscheinen sollte</w:t>
      </w:r>
      <w:r w:rsidR="00FA2AF5">
        <w:rPr>
          <w:rFonts w:ascii="Raleway" w:hAnsi="Raleway"/>
          <w:szCs w:val="22"/>
        </w:rPr>
        <w:t xml:space="preserve">. </w:t>
      </w:r>
      <w:r w:rsidR="00FA2AF5" w:rsidRPr="00FA2AF5">
        <w:rPr>
          <w:rFonts w:ascii="Raleway" w:hAnsi="Raleway"/>
          <w:szCs w:val="22"/>
        </w:rPr>
        <w:t>Der Digitalisierungspartner und Experte für High-End Software Engineering</w:t>
      </w:r>
      <w:r w:rsidR="00FA2AF5">
        <w:rPr>
          <w:rFonts w:ascii="Raleway" w:hAnsi="Raleway"/>
          <w:szCs w:val="22"/>
        </w:rPr>
        <w:t xml:space="preserve"> holte dazu die Kreativagentur Lingner Marketing aus Fürth </w:t>
      </w:r>
      <w:r w:rsidR="00727646">
        <w:rPr>
          <w:rFonts w:ascii="Raleway" w:hAnsi="Raleway"/>
          <w:szCs w:val="22"/>
        </w:rPr>
        <w:t xml:space="preserve">vor einigen Monaten </w:t>
      </w:r>
      <w:r w:rsidR="00FA2AF5">
        <w:rPr>
          <w:rFonts w:ascii="Raleway" w:hAnsi="Raleway"/>
          <w:szCs w:val="22"/>
        </w:rPr>
        <w:t xml:space="preserve">ins Boot und entwickelte mit ihr ein Konzept für ein jährlich erscheinendes Magazin. </w:t>
      </w:r>
    </w:p>
    <w:p w14:paraId="101E03E8" w14:textId="77777777" w:rsidR="00FA2AF5" w:rsidRDefault="00FA2AF5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14:paraId="1588A6C1" w14:textId="36F44D0D" w:rsidR="00FA2AF5" w:rsidRDefault="00FA2AF5" w:rsidP="00FA2AF5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Den Startschuss für das Projekt markierte ein gemeinsamer Content-Workshop, bei dem sowohl die Themen als auch das grundlegende Layout </w:t>
      </w:r>
      <w:r w:rsidR="00925B23">
        <w:rPr>
          <w:rFonts w:ascii="Raleway" w:hAnsi="Raleway"/>
          <w:szCs w:val="22"/>
        </w:rPr>
        <w:t>definiert</w:t>
      </w:r>
      <w:r>
        <w:rPr>
          <w:rFonts w:ascii="Raleway" w:hAnsi="Raleway"/>
          <w:szCs w:val="22"/>
        </w:rPr>
        <w:t xml:space="preserve"> wurde</w:t>
      </w:r>
      <w:r w:rsidR="00925B23">
        <w:rPr>
          <w:rFonts w:ascii="Raleway" w:hAnsi="Raleway"/>
          <w:szCs w:val="22"/>
        </w:rPr>
        <w:t>n</w:t>
      </w:r>
      <w:r>
        <w:rPr>
          <w:rFonts w:ascii="Raleway" w:hAnsi="Raleway"/>
          <w:szCs w:val="22"/>
        </w:rPr>
        <w:t>. Auf dieser Basis entstand ein 60 Seiten starkes Heft</w:t>
      </w:r>
      <w:r w:rsidR="00727646">
        <w:rPr>
          <w:rFonts w:ascii="Raleway" w:hAnsi="Raleway"/>
          <w:szCs w:val="22"/>
        </w:rPr>
        <w:t xml:space="preserve">, das Lingner Marketing sowohl inhaltlich als auch gestalterisch ausarbeitete. Die Herausforderung bei der Texterstellung bestand darin, einerseits die Mitarbeitenden, die sogenannten </w:t>
      </w:r>
      <w:proofErr w:type="spellStart"/>
      <w:r w:rsidR="00727646">
        <w:rPr>
          <w:rFonts w:ascii="Raleway" w:hAnsi="Raleway"/>
          <w:szCs w:val="22"/>
        </w:rPr>
        <w:t>XITASOnians</w:t>
      </w:r>
      <w:proofErr w:type="spellEnd"/>
      <w:r w:rsidR="00727646">
        <w:rPr>
          <w:rFonts w:ascii="Raleway" w:hAnsi="Raleway"/>
          <w:szCs w:val="22"/>
        </w:rPr>
        <w:t xml:space="preserve">, und anderseits die Kunden anzusprechen. Dies gelingt durch einen geschickten Mix an internen und externen Themen, die die Entwicklung des Unternehmens im Jahr 2023 abbilden. </w:t>
      </w:r>
    </w:p>
    <w:p w14:paraId="453C7EE8" w14:textId="77777777" w:rsidR="00727646" w:rsidRDefault="00727646" w:rsidP="00FA2AF5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14:paraId="15865A76" w14:textId="1AC3BE41" w:rsidR="00344EE1" w:rsidRPr="00F06272" w:rsidRDefault="00727646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Gestalterisch orientierte sich Lingner Marketing am aktuellen Styleguide. </w:t>
      </w:r>
      <w:r w:rsidR="00B15F66">
        <w:rPr>
          <w:rFonts w:ascii="Raleway" w:hAnsi="Raleway"/>
          <w:szCs w:val="22"/>
        </w:rPr>
        <w:t xml:space="preserve">Die Inhaltsseiten wurden mit </w:t>
      </w:r>
      <w:r w:rsidR="00B15F66" w:rsidRPr="00B15F66">
        <w:rPr>
          <w:rFonts w:ascii="Raleway" w:hAnsi="Raleway"/>
          <w:szCs w:val="22"/>
        </w:rPr>
        <w:t>a</w:t>
      </w:r>
      <w:r w:rsidR="002D7F93" w:rsidRPr="00B15F66">
        <w:rPr>
          <w:rFonts w:ascii="Raleway" w:hAnsi="Raleway"/>
          <w:szCs w:val="22"/>
        </w:rPr>
        <w:t xml:space="preserve">nsprechenden Bildern, Illustrationen und grafischen Elementen </w:t>
      </w:r>
      <w:r w:rsidR="004472D0">
        <w:rPr>
          <w:rFonts w:ascii="Raleway" w:hAnsi="Raleway"/>
          <w:szCs w:val="22"/>
        </w:rPr>
        <w:t>designt</w:t>
      </w:r>
      <w:r w:rsidR="00B15F66" w:rsidRPr="00B15F66">
        <w:rPr>
          <w:rFonts w:ascii="Raleway" w:hAnsi="Raleway"/>
          <w:szCs w:val="22"/>
        </w:rPr>
        <w:t xml:space="preserve"> und lockern die Inhalte auf</w:t>
      </w:r>
      <w:r w:rsidR="002D7F93" w:rsidRPr="00B15F66">
        <w:rPr>
          <w:rFonts w:ascii="Raleway" w:hAnsi="Raleway"/>
          <w:szCs w:val="22"/>
        </w:rPr>
        <w:t xml:space="preserve">. </w:t>
      </w:r>
      <w:r w:rsidR="004472D0">
        <w:rPr>
          <w:rFonts w:ascii="Raleway" w:hAnsi="Raleway"/>
          <w:szCs w:val="22"/>
        </w:rPr>
        <w:t xml:space="preserve">Gleichzeitig </w:t>
      </w:r>
      <w:r w:rsidR="004472D0" w:rsidRPr="004472D0">
        <w:rPr>
          <w:rFonts w:ascii="Raleway" w:hAnsi="Raleway"/>
          <w:szCs w:val="22"/>
        </w:rPr>
        <w:t>wurde das Magazin digital umgesetzt</w:t>
      </w:r>
      <w:r w:rsidR="004472D0">
        <w:rPr>
          <w:rFonts w:ascii="Raleway" w:hAnsi="Raleway"/>
          <w:szCs w:val="22"/>
        </w:rPr>
        <w:t xml:space="preserve"> (</w:t>
      </w:r>
      <w:hyperlink r:id="rId6" w:history="1">
        <w:r w:rsidR="004472D0" w:rsidRPr="004472D0">
          <w:rPr>
            <w:rStyle w:val="Hyperlink"/>
            <w:rFonts w:ascii="Raleway" w:hAnsi="Raleway"/>
            <w:bCs/>
            <w:szCs w:val="22"/>
          </w:rPr>
          <w:t>https://magazin.xitaso.com/de</w:t>
        </w:r>
      </w:hyperlink>
      <w:r w:rsidR="004472D0">
        <w:rPr>
          <w:rFonts w:ascii="Raleway" w:hAnsi="Raleway"/>
          <w:szCs w:val="22"/>
        </w:rPr>
        <w:t xml:space="preserve">) und dabei die </w:t>
      </w:r>
      <w:r w:rsidR="004472D0" w:rsidRPr="004472D0">
        <w:rPr>
          <w:rFonts w:ascii="Raleway" w:hAnsi="Raleway"/>
          <w:szCs w:val="22"/>
        </w:rPr>
        <w:t xml:space="preserve">Struktur und Themenzusammenfassung </w:t>
      </w:r>
      <w:r w:rsidR="004472D0">
        <w:rPr>
          <w:rFonts w:ascii="Raleway" w:hAnsi="Raleway"/>
          <w:szCs w:val="22"/>
        </w:rPr>
        <w:t xml:space="preserve">userfreundlich gestaltet. </w:t>
      </w:r>
      <w:r w:rsidR="00B15F66" w:rsidRPr="00B15F66">
        <w:rPr>
          <w:rFonts w:ascii="Raleway" w:hAnsi="Raleway"/>
          <w:szCs w:val="22"/>
        </w:rPr>
        <w:t>Die erste Ausgabe des M</w:t>
      </w:r>
      <w:r w:rsidR="002D7F93" w:rsidRPr="00B15F66">
        <w:rPr>
          <w:rFonts w:ascii="Raleway" w:hAnsi="Raleway"/>
          <w:szCs w:val="22"/>
        </w:rPr>
        <w:t>agazin</w:t>
      </w:r>
      <w:r w:rsidR="00B15F66" w:rsidRPr="00B15F66">
        <w:rPr>
          <w:rFonts w:ascii="Raleway" w:hAnsi="Raleway"/>
          <w:szCs w:val="22"/>
        </w:rPr>
        <w:t>s</w:t>
      </w:r>
      <w:r w:rsidR="002D7F93" w:rsidRPr="00B15F66">
        <w:rPr>
          <w:rFonts w:ascii="Raleway" w:hAnsi="Raleway"/>
          <w:szCs w:val="22"/>
        </w:rPr>
        <w:t xml:space="preserve"> </w:t>
      </w:r>
      <w:r w:rsidR="00B15F66" w:rsidRPr="00B15F66">
        <w:rPr>
          <w:rFonts w:ascii="Raleway" w:hAnsi="Raleway"/>
          <w:szCs w:val="22"/>
        </w:rPr>
        <w:t xml:space="preserve">erschien im </w:t>
      </w:r>
      <w:r w:rsidR="004472D0">
        <w:rPr>
          <w:rFonts w:ascii="Raleway" w:hAnsi="Raleway"/>
          <w:szCs w:val="22"/>
        </w:rPr>
        <w:t>Juni</w:t>
      </w:r>
      <w:r w:rsidR="00B15F66" w:rsidRPr="00B15F66">
        <w:rPr>
          <w:rFonts w:ascii="Raleway" w:hAnsi="Raleway"/>
          <w:szCs w:val="22"/>
        </w:rPr>
        <w:t xml:space="preserve"> </w:t>
      </w:r>
      <w:r w:rsidR="00015997">
        <w:rPr>
          <w:rFonts w:ascii="Raleway" w:hAnsi="Raleway"/>
          <w:szCs w:val="22"/>
        </w:rPr>
        <w:t xml:space="preserve">in deutscher und englischer Sprache </w:t>
      </w:r>
      <w:r w:rsidR="00B15F66" w:rsidRPr="00B15F66">
        <w:rPr>
          <w:rFonts w:ascii="Raleway" w:hAnsi="Raleway"/>
          <w:szCs w:val="22"/>
        </w:rPr>
        <w:t xml:space="preserve">und soll </w:t>
      </w:r>
      <w:r w:rsidR="00925B23">
        <w:rPr>
          <w:rFonts w:ascii="Raleway" w:hAnsi="Raleway"/>
          <w:szCs w:val="22"/>
        </w:rPr>
        <w:t xml:space="preserve">ab sofort </w:t>
      </w:r>
      <w:r w:rsidR="00B15F66" w:rsidRPr="00B15F66">
        <w:rPr>
          <w:rFonts w:ascii="Raleway" w:hAnsi="Raleway"/>
          <w:szCs w:val="22"/>
        </w:rPr>
        <w:t xml:space="preserve">jährlich neu aufgelegt werden. </w:t>
      </w:r>
    </w:p>
    <w:p w14:paraId="5E49293F" w14:textId="77777777" w:rsidR="00344EE1" w:rsidRPr="00F06272" w:rsidRDefault="00344EE1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14:paraId="37C0418F" w14:textId="410DDB74" w:rsidR="00344EE1" w:rsidRPr="00F06272" w:rsidRDefault="00B15F66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  <w:r>
        <w:rPr>
          <w:rFonts w:ascii="Raleway" w:hAnsi="Raleway"/>
          <w:szCs w:val="22"/>
        </w:rPr>
        <w:t xml:space="preserve">Weitere Informationen finden Interessierte unter: </w:t>
      </w:r>
      <w:hyperlink r:id="rId7" w:history="1">
        <w:r w:rsidRPr="00611658">
          <w:rPr>
            <w:rStyle w:val="Hyperlink"/>
            <w:rFonts w:ascii="Raleway" w:hAnsi="Raleway"/>
            <w:szCs w:val="22"/>
          </w:rPr>
          <w:t>www.lingner.de</w:t>
        </w:r>
      </w:hyperlink>
      <w:r>
        <w:rPr>
          <w:rFonts w:ascii="Raleway" w:hAnsi="Raleway"/>
          <w:szCs w:val="22"/>
        </w:rPr>
        <w:t xml:space="preserve"> </w:t>
      </w:r>
    </w:p>
    <w:p w14:paraId="659FE576" w14:textId="77777777" w:rsidR="00344EE1" w:rsidRPr="00F06272" w:rsidRDefault="00344EE1" w:rsidP="00F06272">
      <w:pPr>
        <w:spacing w:line="360" w:lineRule="auto"/>
        <w:ind w:right="1128"/>
        <w:jc w:val="both"/>
        <w:rPr>
          <w:rFonts w:ascii="Raleway" w:hAnsi="Raleway"/>
          <w:szCs w:val="22"/>
        </w:rPr>
      </w:pPr>
    </w:p>
    <w:p w14:paraId="6537555E" w14:textId="77777777" w:rsidR="007F431D" w:rsidRDefault="007F431D" w:rsidP="00F26C2B">
      <w:pPr>
        <w:ind w:right="1128"/>
        <w:rPr>
          <w:rFonts w:ascii="Raleway" w:hAnsi="Raleway"/>
          <w:b/>
        </w:rPr>
      </w:pPr>
    </w:p>
    <w:p w14:paraId="16D2EFF0" w14:textId="77777777" w:rsidR="006B59A2" w:rsidRDefault="006B59A2" w:rsidP="006B59A2">
      <w:pPr>
        <w:spacing w:line="360" w:lineRule="auto"/>
        <w:ind w:right="1128"/>
        <w:jc w:val="both"/>
        <w:rPr>
          <w:rFonts w:ascii="Raleway" w:hAnsi="Raleway"/>
          <w:b/>
          <w:i/>
          <w:sz w:val="20"/>
        </w:rPr>
      </w:pPr>
      <w:r>
        <w:rPr>
          <w:rFonts w:ascii="Raleway" w:hAnsi="Raleway"/>
          <w:b/>
          <w:i/>
          <w:sz w:val="20"/>
        </w:rPr>
        <w:t>Über Lingner Marketing</w:t>
      </w:r>
    </w:p>
    <w:p w14:paraId="354B762C" w14:textId="77777777" w:rsidR="006B59A2" w:rsidRPr="00B15CC4" w:rsidRDefault="006B59A2" w:rsidP="006B59A2">
      <w:pPr>
        <w:spacing w:line="360" w:lineRule="auto"/>
        <w:ind w:right="1128"/>
        <w:jc w:val="both"/>
        <w:rPr>
          <w:rFonts w:ascii="Raleway" w:hAnsi="Raleway"/>
          <w:i/>
          <w:sz w:val="20"/>
        </w:rPr>
      </w:pPr>
      <w:r w:rsidRPr="00B15CC4">
        <w:rPr>
          <w:rFonts w:ascii="Raleway" w:hAnsi="Raleway"/>
          <w:i/>
          <w:sz w:val="20"/>
        </w:rPr>
        <w:t>„</w:t>
      </w:r>
      <w:proofErr w:type="spellStart"/>
      <w:r w:rsidRPr="00B15CC4">
        <w:rPr>
          <w:rFonts w:ascii="Raleway" w:hAnsi="Raleway"/>
          <w:i/>
          <w:sz w:val="20"/>
        </w:rPr>
        <w:t>Powered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by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passion</w:t>
      </w:r>
      <w:proofErr w:type="spellEnd"/>
      <w:r w:rsidRPr="00B15CC4">
        <w:rPr>
          <w:rFonts w:ascii="Raleway" w:hAnsi="Raleway"/>
          <w:i/>
          <w:sz w:val="20"/>
        </w:rPr>
        <w:t>”</w:t>
      </w:r>
      <w:r>
        <w:rPr>
          <w:rFonts w:ascii="Raleway" w:hAnsi="Raleway"/>
          <w:i/>
          <w:sz w:val="20"/>
        </w:rPr>
        <w:t xml:space="preserve"> – dieser Leitsatz ist nicht nur eine Phrase, sondern wird bei Lingner Marketing aktiv gelebt. So arbeitet die Agentur </w:t>
      </w:r>
      <w:r w:rsidRPr="00B15CC4">
        <w:rPr>
          <w:rFonts w:ascii="Raleway" w:hAnsi="Raleway"/>
          <w:i/>
          <w:sz w:val="20"/>
        </w:rPr>
        <w:t>täglich</w:t>
      </w:r>
      <w:r>
        <w:rPr>
          <w:rFonts w:ascii="Raleway" w:hAnsi="Raleway"/>
          <w:i/>
          <w:sz w:val="20"/>
        </w:rPr>
        <w:t xml:space="preserve"> voller Leidenschaft </w:t>
      </w:r>
      <w:r w:rsidRPr="00B15CC4">
        <w:rPr>
          <w:rFonts w:ascii="Raleway" w:hAnsi="Raleway"/>
          <w:i/>
          <w:sz w:val="20"/>
        </w:rPr>
        <w:t>für de</w:t>
      </w:r>
      <w:r>
        <w:rPr>
          <w:rFonts w:ascii="Raleway" w:hAnsi="Raleway"/>
          <w:i/>
          <w:sz w:val="20"/>
        </w:rPr>
        <w:t xml:space="preserve">n Erfolg ihrer Kundinnen und Kunden. Gegründet als klassische Werbeagentur im Jahr 1989 hat sie sich heute erfolgreich als Expertin für holistische Markenerlebnisse positioniert und behauptet sich seit Jahren erfolgreich im </w:t>
      </w:r>
      <w:r w:rsidRPr="002B70E1">
        <w:rPr>
          <w:rFonts w:ascii="Raleway" w:hAnsi="Raleway"/>
          <w:i/>
          <w:sz w:val="20"/>
        </w:rPr>
        <w:t>Umsatzranking von W&amp;V, Horizont und GWA unter den Top 50 der größten inhabergeführten Agenturen</w:t>
      </w:r>
      <w:r>
        <w:rPr>
          <w:rFonts w:ascii="Raleway" w:hAnsi="Raleway"/>
          <w:i/>
          <w:sz w:val="20"/>
        </w:rPr>
        <w:t>.</w:t>
      </w:r>
      <w:r w:rsidRPr="00363FD4">
        <w:rPr>
          <w:rFonts w:ascii="Raleway" w:hAnsi="Raleway"/>
          <w:i/>
          <w:sz w:val="20"/>
        </w:rPr>
        <w:t xml:space="preserve"> </w:t>
      </w:r>
      <w:r>
        <w:rPr>
          <w:rFonts w:ascii="Raleway" w:hAnsi="Raleway"/>
          <w:i/>
          <w:sz w:val="20"/>
        </w:rPr>
        <w:t xml:space="preserve">Das Leistungspaket für Unternehmen aus den Bereichen B2B und B2C beginnt bei der strategischen Beratung, geht über Brandbuilding mit zielführenden Markenworkshops und reicht bis hin zur crossmedialen Umsetzung von Online- und Offline-Maßnahmen. Beheimatet im mittelfränkischen Fürth beschäftigt die Agentur derzeit 48 Angestellte. </w:t>
      </w:r>
    </w:p>
    <w:p w14:paraId="2B01415D" w14:textId="77777777" w:rsidR="00344EE1" w:rsidRDefault="00344EE1" w:rsidP="00F26C2B">
      <w:pPr>
        <w:ind w:right="1128"/>
        <w:rPr>
          <w:rFonts w:ascii="Raleway" w:hAnsi="Raleway"/>
          <w:b/>
        </w:rPr>
      </w:pPr>
    </w:p>
    <w:p w14:paraId="6A355C48" w14:textId="77777777" w:rsidR="007F431D" w:rsidRDefault="007F431D" w:rsidP="00F26C2B">
      <w:pPr>
        <w:ind w:right="1128"/>
        <w:rPr>
          <w:rFonts w:ascii="Raleway" w:hAnsi="Raleway"/>
          <w:b/>
        </w:rPr>
      </w:pPr>
    </w:p>
    <w:p w14:paraId="1C222BA5" w14:textId="77777777" w:rsidR="00F06272" w:rsidRDefault="00F06272" w:rsidP="00F06272">
      <w:pPr>
        <w:ind w:right="1128"/>
        <w:rPr>
          <w:rFonts w:ascii="Raleway" w:hAnsi="Raleway"/>
          <w:b/>
          <w:u w:val="single"/>
        </w:rPr>
      </w:pPr>
      <w:r w:rsidRPr="00B76FB6">
        <w:rPr>
          <w:rFonts w:ascii="Raleway" w:hAnsi="Raleway"/>
          <w:b/>
          <w:u w:val="single"/>
        </w:rPr>
        <w:t>Bildunterschriften</w:t>
      </w:r>
    </w:p>
    <w:p w14:paraId="3B9ABF69" w14:textId="77777777" w:rsidR="007C0700" w:rsidRDefault="007C0700" w:rsidP="00F06272">
      <w:pPr>
        <w:ind w:right="1128"/>
        <w:rPr>
          <w:rFonts w:ascii="Raleway" w:hAnsi="Raleway"/>
          <w:b/>
        </w:rPr>
      </w:pPr>
    </w:p>
    <w:p w14:paraId="1714E041" w14:textId="40345D01" w:rsidR="007C0700" w:rsidRDefault="007C0700" w:rsidP="00F06272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  <w:noProof/>
        </w:rPr>
        <w:drawing>
          <wp:inline distT="0" distB="0" distL="0" distR="0" wp14:anchorId="33E0D51E" wp14:editId="5A6EBF6C">
            <wp:extent cx="2699107" cy="1800000"/>
            <wp:effectExtent l="0" t="0" r="6350" b="0"/>
            <wp:docPr id="548438467" name="Grafik 3" descr="Ein Bild, das Text, Papier, Aufdruck, Papierproduk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438467" name="Grafik 3" descr="Ein Bild, das Text, Papier, Aufdruck, Papierprodukt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107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49CE1" w14:textId="77777777" w:rsidR="007C0700" w:rsidRDefault="007C0700" w:rsidP="00F06272">
      <w:pPr>
        <w:ind w:right="1128"/>
        <w:rPr>
          <w:rFonts w:ascii="Raleway" w:hAnsi="Raleway"/>
          <w:b/>
        </w:rPr>
      </w:pPr>
    </w:p>
    <w:p w14:paraId="5520DB97" w14:textId="1B09D619" w:rsidR="007C0700" w:rsidRPr="0044286C" w:rsidRDefault="00ED3F4E" w:rsidP="007C0700">
      <w:pPr>
        <w:ind w:right="1128"/>
        <w:rPr>
          <w:rFonts w:ascii="Raleway" w:hAnsi="Raleway"/>
          <w:i/>
        </w:rPr>
      </w:pPr>
      <w:r>
        <w:rPr>
          <w:rFonts w:ascii="Raleway" w:hAnsi="Raleway"/>
          <w:i/>
        </w:rPr>
        <w:t xml:space="preserve">Das Corporate-Magazin von XITASO setzt auf einen geschickten Mix an </w:t>
      </w:r>
      <w:r w:rsidRPr="00ED3F4E">
        <w:rPr>
          <w:rFonts w:ascii="Raleway" w:hAnsi="Raleway"/>
          <w:i/>
        </w:rPr>
        <w:t>internen und externen Themen</w:t>
      </w:r>
      <w:r>
        <w:rPr>
          <w:rFonts w:ascii="Raleway" w:hAnsi="Raleway"/>
          <w:i/>
        </w:rPr>
        <w:t xml:space="preserve">. </w:t>
      </w:r>
    </w:p>
    <w:p w14:paraId="47E8D9D6" w14:textId="77777777" w:rsidR="007C0700" w:rsidRDefault="007C0700" w:rsidP="00F06272">
      <w:pPr>
        <w:ind w:right="1128"/>
        <w:rPr>
          <w:rFonts w:ascii="Raleway" w:hAnsi="Raleway"/>
          <w:b/>
        </w:rPr>
      </w:pPr>
    </w:p>
    <w:p w14:paraId="4F9D4E9F" w14:textId="77777777" w:rsidR="007C0700" w:rsidRDefault="007C0700" w:rsidP="00F06272">
      <w:pPr>
        <w:ind w:right="1128"/>
        <w:rPr>
          <w:rFonts w:ascii="Raleway" w:hAnsi="Raleway"/>
          <w:b/>
        </w:rPr>
      </w:pPr>
    </w:p>
    <w:p w14:paraId="702200BE" w14:textId="7B80F62B" w:rsidR="00F06272" w:rsidRDefault="007C0700" w:rsidP="00F06272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  <w:noProof/>
        </w:rPr>
        <w:drawing>
          <wp:inline distT="0" distB="0" distL="0" distR="0" wp14:anchorId="1D70B719" wp14:editId="18DE1081">
            <wp:extent cx="2361963" cy="1800000"/>
            <wp:effectExtent l="0" t="0" r="635" b="0"/>
            <wp:docPr id="814221763" name="Grafik 1" descr="Ein Bild, das Text, Handy, Screenshot, tragbares Kommunikationsgerä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221763" name="Grafik 1" descr="Ein Bild, das Text, Handy, Screenshot, tragbares Kommunikationsgerät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1963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35E66" w14:textId="77777777" w:rsidR="00F06272" w:rsidRDefault="00F06272" w:rsidP="00F06272">
      <w:pPr>
        <w:ind w:right="1128"/>
        <w:rPr>
          <w:rFonts w:ascii="Raleway" w:hAnsi="Raleway"/>
          <w:b/>
        </w:rPr>
      </w:pPr>
    </w:p>
    <w:p w14:paraId="41C9661E" w14:textId="20A1A5DA" w:rsidR="00F06272" w:rsidRPr="0044286C" w:rsidRDefault="00ED3F4E" w:rsidP="00F06272">
      <w:pPr>
        <w:ind w:right="1128"/>
        <w:rPr>
          <w:rFonts w:ascii="Raleway" w:hAnsi="Raleway"/>
          <w:i/>
        </w:rPr>
      </w:pPr>
      <w:r>
        <w:rPr>
          <w:rFonts w:ascii="Raleway" w:hAnsi="Raleway"/>
          <w:i/>
        </w:rPr>
        <w:t xml:space="preserve">Für die digitale Ausgabe des </w:t>
      </w:r>
      <w:r w:rsidRPr="00ED3F4E">
        <w:rPr>
          <w:rFonts w:ascii="Raleway" w:hAnsi="Raleway"/>
          <w:i/>
        </w:rPr>
        <w:t>Magazin</w:t>
      </w:r>
      <w:r>
        <w:rPr>
          <w:rFonts w:ascii="Raleway" w:hAnsi="Raleway"/>
          <w:i/>
        </w:rPr>
        <w:t>s</w:t>
      </w:r>
      <w:r w:rsidRPr="00ED3F4E">
        <w:rPr>
          <w:rFonts w:ascii="Raleway" w:hAnsi="Raleway"/>
          <w:i/>
        </w:rPr>
        <w:t xml:space="preserve"> </w:t>
      </w:r>
      <w:r>
        <w:rPr>
          <w:rFonts w:ascii="Raleway" w:hAnsi="Raleway"/>
          <w:i/>
        </w:rPr>
        <w:t xml:space="preserve">gestaltete Lingner Marketing </w:t>
      </w:r>
      <w:r w:rsidRPr="00ED3F4E">
        <w:rPr>
          <w:rFonts w:ascii="Raleway" w:hAnsi="Raleway"/>
          <w:i/>
        </w:rPr>
        <w:t xml:space="preserve">die Struktur und Themenzusammenfassung </w:t>
      </w:r>
      <w:r>
        <w:rPr>
          <w:rFonts w:ascii="Raleway" w:hAnsi="Raleway"/>
          <w:i/>
        </w:rPr>
        <w:t xml:space="preserve">besonders </w:t>
      </w:r>
      <w:r w:rsidRPr="00ED3F4E">
        <w:rPr>
          <w:rFonts w:ascii="Raleway" w:hAnsi="Raleway"/>
          <w:i/>
        </w:rPr>
        <w:t>userfreundlich.</w:t>
      </w:r>
    </w:p>
    <w:p w14:paraId="665F586D" w14:textId="77777777" w:rsidR="00F06272" w:rsidRDefault="00F06272" w:rsidP="00F26C2B">
      <w:pPr>
        <w:ind w:right="1128"/>
        <w:rPr>
          <w:rFonts w:ascii="Raleway" w:hAnsi="Raleway"/>
          <w:b/>
        </w:rPr>
      </w:pPr>
    </w:p>
    <w:p w14:paraId="72D02B08" w14:textId="77777777" w:rsidR="00F06272" w:rsidRDefault="00F06272" w:rsidP="00F26C2B">
      <w:pPr>
        <w:ind w:right="1128"/>
        <w:rPr>
          <w:rFonts w:ascii="Raleway" w:hAnsi="Raleway"/>
          <w:b/>
        </w:rPr>
      </w:pPr>
    </w:p>
    <w:p w14:paraId="72250EB6" w14:textId="77777777" w:rsidR="007F431D" w:rsidRDefault="007F431D" w:rsidP="00F26C2B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</w:rPr>
        <w:t>Pressekontakt:</w:t>
      </w:r>
    </w:p>
    <w:p w14:paraId="12B24A44" w14:textId="77777777"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Tanja Nürnberger</w:t>
      </w:r>
      <w:r w:rsidRPr="007F431D">
        <w:rPr>
          <w:rFonts w:ascii="Raleway" w:eastAsia="Times New Roman" w:hAnsi="Raleway" w:cs="Times New Roman"/>
        </w:rPr>
        <w:br/>
        <w:t>Text | PR | Beratung</w:t>
      </w:r>
    </w:p>
    <w:p w14:paraId="5CD7C6C7" w14:textId="77777777"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Am Fürstenberg 12 | 91325 Adelsdorf </w:t>
      </w:r>
      <w:r w:rsidRPr="007F431D">
        <w:rPr>
          <w:rFonts w:ascii="Raleway" w:eastAsia="Times New Roman" w:hAnsi="Raleway" w:cs="Times New Roman"/>
        </w:rPr>
        <w:br/>
        <w:t>Tel: +49 9195 9289630</w:t>
      </w:r>
      <w:r w:rsidRPr="007F431D">
        <w:rPr>
          <w:rFonts w:ascii="Raleway" w:eastAsia="Times New Roman" w:hAnsi="Raleway" w:cs="Times New Roman"/>
        </w:rPr>
        <w:br/>
        <w:t>E-Mail:</w:t>
      </w:r>
      <w:r>
        <w:rPr>
          <w:rFonts w:ascii="Raleway" w:eastAsia="Times New Roman" w:hAnsi="Raleway" w:cs="Times New Roman"/>
        </w:rPr>
        <w:t xml:space="preserve"> </w:t>
      </w:r>
      <w:hyperlink r:id="rId10" w:history="1">
        <w:r w:rsidRPr="000B630F">
          <w:rPr>
            <w:rStyle w:val="Hyperlink"/>
            <w:rFonts w:ascii="Raleway" w:eastAsia="Times New Roman" w:hAnsi="Raleway" w:cs="Times New Roman"/>
          </w:rPr>
          <w:t>tanja.nuernberger@lingner.de</w:t>
        </w:r>
      </w:hyperlink>
      <w:r>
        <w:rPr>
          <w:rFonts w:ascii="Raleway" w:eastAsia="Times New Roman" w:hAnsi="Raleway" w:cs="Times New Roman"/>
        </w:rPr>
        <w:t xml:space="preserve">    </w:t>
      </w:r>
    </w:p>
    <w:p w14:paraId="5CF1A359" w14:textId="77777777" w:rsidR="007F431D" w:rsidRPr="009A7E76" w:rsidRDefault="007F431D" w:rsidP="00F26C2B">
      <w:pPr>
        <w:ind w:right="1128"/>
        <w:rPr>
          <w:rFonts w:ascii="Raleway" w:hAnsi="Raleway"/>
          <w:b/>
        </w:rPr>
      </w:pPr>
    </w:p>
    <w:sectPr w:rsidR="007F431D" w:rsidRPr="009A7E76" w:rsidSect="00CA6FD6">
      <w:headerReference w:type="default" r:id="rId11"/>
      <w:footerReference w:type="defaul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86763" w14:textId="77777777" w:rsidR="008C7C22" w:rsidRDefault="008C7C22" w:rsidP="00F26C2B">
      <w:r>
        <w:separator/>
      </w:r>
    </w:p>
  </w:endnote>
  <w:endnote w:type="continuationSeparator" w:id="0">
    <w:p w14:paraId="1631BCC8" w14:textId="77777777" w:rsidR="008C7C22" w:rsidRDefault="008C7C22" w:rsidP="00F2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x Sans">
    <w:altName w:val="Calibri"/>
    <w:panose1 w:val="00000000000000000000"/>
    <w:charset w:val="4D"/>
    <w:family w:val="auto"/>
    <w:notTrueType/>
    <w:pitch w:val="variable"/>
    <w:sig w:usb0="A00000AF" w:usb1="5000207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aleway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0485601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Raleway" w:hAnsi="Raleway"/>
                <w:sz w:val="18"/>
                <w:szCs w:val="18"/>
              </w:rPr>
              <w:id w:val="1138454866"/>
              <w:docPartObj>
                <w:docPartGallery w:val="Page Numbers (Top of Page)"/>
                <w:docPartUnique/>
              </w:docPartObj>
            </w:sdtPr>
            <w:sdtContent>
              <w:p w14:paraId="416F77CE" w14:textId="77777777" w:rsidR="00F11537" w:rsidRPr="00F11537" w:rsidRDefault="00F11537" w:rsidP="00F11537">
                <w:pPr>
                  <w:pStyle w:val="Fuzeile"/>
                  <w:jc w:val="center"/>
                  <w:rPr>
                    <w:rFonts w:ascii="Raleway" w:hAnsi="Raleway"/>
                    <w:sz w:val="18"/>
                    <w:szCs w:val="18"/>
                  </w:rPr>
                </w:pPr>
                <w:r>
                  <w:rPr>
                    <w:rFonts w:ascii="Raleway" w:hAnsi="Raleway"/>
                    <w:sz w:val="18"/>
                    <w:szCs w:val="18"/>
                  </w:rPr>
                  <w:t xml:space="preserve">Seite 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begin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instrText>PAGE</w:instrTex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t>1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end"/>
                </w:r>
                <w:r>
                  <w:rPr>
                    <w:rFonts w:ascii="Raleway" w:hAnsi="Raleway"/>
                    <w:sz w:val="18"/>
                    <w:szCs w:val="18"/>
                  </w:rPr>
                  <w:t xml:space="preserve"> von 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begin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instrText>NUMPAGES</w:instrTex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separate"/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t>4</w:t>
                </w:r>
                <w:r>
                  <w:rPr>
                    <w:rFonts w:ascii="Raleway" w:hAnsi="Raleway"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</w:sdtContent>
  </w:sdt>
  <w:p w14:paraId="6C53EF1A" w14:textId="77777777" w:rsidR="00F11537" w:rsidRDefault="00F115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71870" w14:textId="77777777" w:rsidR="008C7C22" w:rsidRDefault="008C7C22" w:rsidP="00F26C2B">
      <w:r>
        <w:separator/>
      </w:r>
    </w:p>
  </w:footnote>
  <w:footnote w:type="continuationSeparator" w:id="0">
    <w:p w14:paraId="1E47FE21" w14:textId="77777777" w:rsidR="008C7C22" w:rsidRDefault="008C7C22" w:rsidP="00F26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663E7" w14:textId="77777777" w:rsidR="00F26C2B" w:rsidRDefault="00F26C2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49AE98F" wp14:editId="35FED231">
          <wp:simplePos x="0" y="0"/>
          <wp:positionH relativeFrom="column">
            <wp:posOffset>-908050</wp:posOffset>
          </wp:positionH>
          <wp:positionV relativeFrom="paragraph">
            <wp:posOffset>-462280</wp:posOffset>
          </wp:positionV>
          <wp:extent cx="7574400" cy="10720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NSICHT_Briefpapier_LM_2.Seite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07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F93"/>
    <w:rsid w:val="00015997"/>
    <w:rsid w:val="00025AB4"/>
    <w:rsid w:val="000A1829"/>
    <w:rsid w:val="000C5ED0"/>
    <w:rsid w:val="00170945"/>
    <w:rsid w:val="001D22B3"/>
    <w:rsid w:val="002D7F93"/>
    <w:rsid w:val="00331EAA"/>
    <w:rsid w:val="00344EE1"/>
    <w:rsid w:val="003A3D9B"/>
    <w:rsid w:val="003B225B"/>
    <w:rsid w:val="003E4864"/>
    <w:rsid w:val="004229BE"/>
    <w:rsid w:val="004472D0"/>
    <w:rsid w:val="004E042B"/>
    <w:rsid w:val="00513780"/>
    <w:rsid w:val="005E552C"/>
    <w:rsid w:val="00666379"/>
    <w:rsid w:val="006B59A2"/>
    <w:rsid w:val="00727646"/>
    <w:rsid w:val="007A79BB"/>
    <w:rsid w:val="007B35B9"/>
    <w:rsid w:val="007C0700"/>
    <w:rsid w:val="007F431D"/>
    <w:rsid w:val="00814284"/>
    <w:rsid w:val="00873D20"/>
    <w:rsid w:val="008A31B7"/>
    <w:rsid w:val="008C7C22"/>
    <w:rsid w:val="00925B23"/>
    <w:rsid w:val="00937E4E"/>
    <w:rsid w:val="00996601"/>
    <w:rsid w:val="009A7E76"/>
    <w:rsid w:val="00A133D5"/>
    <w:rsid w:val="00A6476D"/>
    <w:rsid w:val="00AA1BCD"/>
    <w:rsid w:val="00B01EA5"/>
    <w:rsid w:val="00B15F66"/>
    <w:rsid w:val="00BF3A3C"/>
    <w:rsid w:val="00C91ECE"/>
    <w:rsid w:val="00CA6FD6"/>
    <w:rsid w:val="00D21958"/>
    <w:rsid w:val="00D44054"/>
    <w:rsid w:val="00D62F61"/>
    <w:rsid w:val="00E47B2D"/>
    <w:rsid w:val="00E70201"/>
    <w:rsid w:val="00E73D35"/>
    <w:rsid w:val="00EA370A"/>
    <w:rsid w:val="00EB1AFD"/>
    <w:rsid w:val="00ED247A"/>
    <w:rsid w:val="00ED3F4E"/>
    <w:rsid w:val="00F06272"/>
    <w:rsid w:val="00F11537"/>
    <w:rsid w:val="00F26C2B"/>
    <w:rsid w:val="00FA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EC24B"/>
  <w14:defaultImageDpi w14:val="32767"/>
  <w15:chartTrackingRefBased/>
  <w15:docId w15:val="{DD2A0527-4CD9-48C4-8999-3060D6B78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4E042B"/>
    <w:pPr>
      <w:overflowPunct w:val="0"/>
      <w:autoSpaceDE w:val="0"/>
      <w:autoSpaceDN w:val="0"/>
      <w:adjustRightInd w:val="0"/>
      <w:textAlignment w:val="baseline"/>
    </w:pPr>
    <w:rPr>
      <w:rFonts w:ascii="Brix Sans" w:hAnsi="Brix Sans" w:cs="Times New Roman"/>
      <w:sz w:val="22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reatmentAbsatz">
    <w:name w:val="Treatment Absatz"/>
    <w:basedOn w:val="Standard"/>
    <w:qFormat/>
    <w:rsid w:val="007B35B9"/>
    <w:pPr>
      <w:spacing w:line="360" w:lineRule="auto"/>
      <w:ind w:right="227"/>
      <w:textAlignment w:val="center"/>
    </w:pPr>
    <w:rPr>
      <w:rFonts w:ascii="Courier New" w:hAnsi="Courier New" w:cs="Courier New"/>
      <w:color w:val="000000" w:themeColor="text1"/>
    </w:rPr>
  </w:style>
  <w:style w:type="paragraph" w:customStyle="1" w:styleId="TreatmantSprache">
    <w:name w:val="Treatmant Sprache"/>
    <w:basedOn w:val="Standard"/>
    <w:next w:val="TreatmentAbsatz"/>
    <w:qFormat/>
    <w:rsid w:val="000C5ED0"/>
    <w:pPr>
      <w:spacing w:before="240" w:after="240" w:line="360" w:lineRule="auto"/>
      <w:ind w:left="709" w:right="227"/>
      <w:textAlignment w:val="center"/>
    </w:pPr>
    <w:rPr>
      <w:rFonts w:ascii="Courier New" w:hAnsi="Courier New" w:cs="Courier New"/>
      <w:b/>
      <w:i/>
      <w:color w:val="000000"/>
    </w:r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66379"/>
    <w:rPr>
      <w:color w:val="C00000"/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379"/>
    <w:rPr>
      <w:color w:val="C00000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13780"/>
    <w:rPr>
      <w:color w:val="C00000"/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996601"/>
    <w:rPr>
      <w:b/>
      <w:i w:val="0"/>
      <w:color w:val="CF185F"/>
      <w:u w:val="single"/>
    </w:rPr>
  </w:style>
  <w:style w:type="paragraph" w:styleId="Listenabsatz">
    <w:name w:val="List Paragraph"/>
    <w:basedOn w:val="Standard"/>
    <w:uiPriority w:val="34"/>
    <w:qFormat/>
    <w:rsid w:val="00C91ECE"/>
    <w:pPr>
      <w:spacing w:after="120"/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F431D"/>
    <w:pPr>
      <w:overflowPunct/>
      <w:autoSpaceDE/>
      <w:autoSpaceDN/>
      <w:adjustRightInd/>
      <w:spacing w:after="100" w:afterAutospacing="1"/>
      <w:textAlignment w:val="auto"/>
    </w:pPr>
    <w:rPr>
      <w:rFonts w:ascii="Calibri" w:eastAsiaTheme="minorHAnsi" w:hAnsi="Calibri" w:cs="Calibri"/>
      <w:szCs w:val="22"/>
    </w:rPr>
  </w:style>
  <w:style w:type="character" w:styleId="NichtaufgelsteErwhnung">
    <w:name w:val="Unresolved Mention"/>
    <w:basedOn w:val="Absatz-Standardschriftart"/>
    <w:uiPriority w:val="99"/>
    <w:rsid w:val="007F4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lingner.de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gazin.xitaso.com/d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tanja.nuernberger@lingner.de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ja\Documents\Business\Kunden\Lingner\Allgemeines\LM_Pressemeldung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LM_Pressemeldung</Template>
  <TotalTime>0</TotalTime>
  <Pages>3</Pages>
  <Words>467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Nürnberger</dc:creator>
  <cp:keywords/>
  <dc:description/>
  <cp:lastModifiedBy>tanja.nuernberger@tn-text.de</cp:lastModifiedBy>
  <cp:revision>11</cp:revision>
  <dcterms:created xsi:type="dcterms:W3CDTF">2024-05-13T09:01:00Z</dcterms:created>
  <dcterms:modified xsi:type="dcterms:W3CDTF">2024-07-08T09:58:00Z</dcterms:modified>
</cp:coreProperties>
</file>